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F240F" w14:paraId="171BD085" w14:textId="77777777" w:rsidTr="00146EEC">
        <w:tc>
          <w:tcPr>
            <w:tcW w:w="2689" w:type="dxa"/>
          </w:tcPr>
          <w:p w14:paraId="094D6DF4" w14:textId="1BAED018" w:rsidR="009F240F" w:rsidRPr="009F240F" w:rsidRDefault="009F240F" w:rsidP="009F240F">
            <w:pPr>
              <w:pStyle w:val="SIText"/>
            </w:pPr>
            <w:r w:rsidRPr="009F240F">
              <w:t>Release 1</w:t>
            </w:r>
          </w:p>
        </w:tc>
        <w:tc>
          <w:tcPr>
            <w:tcW w:w="6939" w:type="dxa"/>
          </w:tcPr>
          <w:p w14:paraId="7A7FE25C" w14:textId="21A6A2BE" w:rsidR="009F240F" w:rsidRPr="009F240F" w:rsidRDefault="009F240F" w:rsidP="009F240F">
            <w:pPr>
              <w:pStyle w:val="SIText"/>
            </w:pPr>
            <w:r w:rsidRPr="009F240F">
              <w:t xml:space="preserve">This version released with FWP Forest and Wood Products Training Package Version </w:t>
            </w:r>
            <w:r w:rsidR="00B23BE1">
              <w:t>7</w:t>
            </w:r>
            <w:r w:rsidRPr="009F240F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05D95" w:rsidRPr="00963A46" w14:paraId="4A5A47B7" w14:textId="77777777" w:rsidTr="00023DEF">
        <w:trPr>
          <w:tblHeader/>
        </w:trPr>
        <w:tc>
          <w:tcPr>
            <w:tcW w:w="1396" w:type="pct"/>
            <w:shd w:val="clear" w:color="auto" w:fill="auto"/>
          </w:tcPr>
          <w:p w14:paraId="781F69A0" w14:textId="0F430ABC" w:rsidR="00F1480E" w:rsidRPr="000754EC" w:rsidRDefault="003E4840" w:rsidP="00023DEF">
            <w:pPr>
              <w:pStyle w:val="SIUNITCODE"/>
              <w:ind w:right="-75"/>
            </w:pPr>
            <w:r>
              <w:t>FWPFGM</w:t>
            </w:r>
            <w:r w:rsidR="00CE417F">
              <w:t>4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7632DEB" w:rsidR="00F1480E" w:rsidRPr="000754EC" w:rsidRDefault="00A756C1" w:rsidP="00925409">
            <w:pPr>
              <w:pStyle w:val="SIUnittitle"/>
            </w:pPr>
            <w:r>
              <w:t xml:space="preserve">Plan for and </w:t>
            </w:r>
            <w:r w:rsidR="001336C7">
              <w:t>c</w:t>
            </w:r>
            <w:r w:rsidR="00B17F7B" w:rsidRPr="00B17F7B">
              <w:t xml:space="preserve">oordinate thinning </w:t>
            </w:r>
            <w:r w:rsidR="001336C7">
              <w:t>operations</w:t>
            </w:r>
            <w:r w:rsidR="00B17F7B" w:rsidRPr="00B17F7B">
              <w:t xml:space="preserve"> in </w:t>
            </w:r>
            <w:r w:rsidR="001336C7">
              <w:t xml:space="preserve">a native </w:t>
            </w:r>
            <w:r w:rsidR="00B17F7B" w:rsidRPr="00B17F7B">
              <w:t>forest or plantation</w:t>
            </w:r>
          </w:p>
        </w:tc>
      </w:tr>
      <w:tr w:rsidR="00E05D95" w:rsidRPr="00963A46" w14:paraId="25DF8325" w14:textId="77777777" w:rsidTr="00023DEF">
        <w:tc>
          <w:tcPr>
            <w:tcW w:w="1396" w:type="pct"/>
            <w:shd w:val="clear" w:color="auto" w:fill="auto"/>
          </w:tcPr>
          <w:p w14:paraId="7248F585" w14:textId="6AF168F2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3A1E6C0" w14:textId="65FEA3AD" w:rsidR="00866039" w:rsidRPr="00CC271A" w:rsidRDefault="00866039" w:rsidP="006D6AC4">
            <w:pPr>
              <w:pStyle w:val="SIText"/>
            </w:pPr>
            <w:r w:rsidRPr="00CC271A">
              <w:t xml:space="preserve">This unit of competency describes the </w:t>
            </w:r>
            <w:r w:rsidR="009F240F" w:rsidRPr="00CC271A">
              <w:t xml:space="preserve">skills and knowledge </w:t>
            </w:r>
            <w:r w:rsidRPr="00CC271A">
              <w:t xml:space="preserve">required to </w:t>
            </w:r>
            <w:r w:rsidR="00AD1CA6" w:rsidRPr="00CC271A">
              <w:t>pl</w:t>
            </w:r>
            <w:r w:rsidR="006D554C">
              <w:t xml:space="preserve">an, </w:t>
            </w:r>
            <w:r w:rsidR="00AB6878">
              <w:t>coordinate</w:t>
            </w:r>
            <w:r w:rsidR="00F87FCD">
              <w:t xml:space="preserve"> and monitor </w:t>
            </w:r>
            <w:r w:rsidR="00AB6878">
              <w:t xml:space="preserve">the implementation of thinning operations </w:t>
            </w:r>
            <w:r w:rsidR="00612225" w:rsidRPr="00CC271A">
              <w:t xml:space="preserve">in a </w:t>
            </w:r>
            <w:r w:rsidR="00F87FCD">
              <w:t xml:space="preserve">native </w:t>
            </w:r>
            <w:r w:rsidR="00612225" w:rsidRPr="00CC271A">
              <w:t>forest or plantation</w:t>
            </w:r>
            <w:r w:rsidR="00F71BC3" w:rsidRPr="00CC271A">
              <w:t>.</w:t>
            </w:r>
          </w:p>
          <w:p w14:paraId="551E4DA8" w14:textId="6F23E5DA" w:rsidR="00866039" w:rsidRPr="00CC271A" w:rsidRDefault="00866039" w:rsidP="00CC271A">
            <w:pPr>
              <w:pStyle w:val="SIText"/>
            </w:pPr>
          </w:p>
          <w:p w14:paraId="6A4EE128" w14:textId="3F598483" w:rsidR="00B77805" w:rsidRPr="00CC271A" w:rsidRDefault="00B77805" w:rsidP="00CC271A">
            <w:pPr>
              <w:pStyle w:val="SIText"/>
            </w:pPr>
            <w:r w:rsidRPr="00CC271A">
              <w:t xml:space="preserve">The unit applies to individuals </w:t>
            </w:r>
            <w:r w:rsidR="001336C7">
              <w:t xml:space="preserve">whose work involves planning and coordinating the implementation of </w:t>
            </w:r>
            <w:r w:rsidR="00C82D93" w:rsidRPr="00CC271A">
              <w:t xml:space="preserve">thinning </w:t>
            </w:r>
            <w:r w:rsidRPr="00CC271A">
              <w:t>operations</w:t>
            </w:r>
            <w:r w:rsidR="00021686">
              <w:t xml:space="preserve"> </w:t>
            </w:r>
            <w:r w:rsidR="00273372">
              <w:t>in a native forest or plantation</w:t>
            </w:r>
            <w:r w:rsidR="00432413">
              <w:t>.</w:t>
            </w:r>
          </w:p>
          <w:p w14:paraId="6F20BA62" w14:textId="77777777" w:rsidR="00B77805" w:rsidRPr="00CC271A" w:rsidRDefault="00B77805" w:rsidP="00CC271A">
            <w:pPr>
              <w:pStyle w:val="SIText"/>
            </w:pPr>
          </w:p>
          <w:p w14:paraId="559B2F4C" w14:textId="77777777" w:rsidR="00B77805" w:rsidRPr="00023DEF" w:rsidRDefault="00B77805" w:rsidP="00CC27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3D724D74" w14:textId="77777777" w:rsidR="00B77805" w:rsidRPr="00023DEF" w:rsidRDefault="00B77805" w:rsidP="00CC271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550A9CC7" w:rsidR="00EA2FCF" w:rsidRPr="000754EC" w:rsidRDefault="00B77805" w:rsidP="00023DEF">
            <w:pPr>
              <w:pStyle w:val="SIText"/>
            </w:pPr>
            <w:r w:rsidRPr="00023DEF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E05D95" w:rsidRPr="00963A46" w14:paraId="655EE24B" w14:textId="77777777" w:rsidTr="00023DEF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0A1FBE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E05D95" w:rsidRPr="00963A46" w14:paraId="7D13AFDE" w14:textId="77777777" w:rsidTr="00023DEF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4CC1DF6" w:rsidR="004A0842" w:rsidRPr="000754EC" w:rsidRDefault="00381593" w:rsidP="00381593">
            <w:pPr>
              <w:pStyle w:val="SIText"/>
            </w:pPr>
            <w:r w:rsidRPr="00381593">
              <w:t>Forest Growing and Management</w:t>
            </w:r>
            <w:r w:rsidR="00991BC7">
              <w:t xml:space="preserve">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603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41B8F70" w:rsidR="00866039" w:rsidRPr="00866039" w:rsidRDefault="005317E3" w:rsidP="00866039">
            <w:pPr>
              <w:pStyle w:val="SIText"/>
            </w:pPr>
            <w:r>
              <w:t>1</w:t>
            </w:r>
            <w:r w:rsidR="00866039" w:rsidRPr="00866039">
              <w:t>. Plan thinning operations</w:t>
            </w:r>
          </w:p>
        </w:tc>
        <w:tc>
          <w:tcPr>
            <w:tcW w:w="3604" w:type="pct"/>
            <w:shd w:val="clear" w:color="auto" w:fill="auto"/>
          </w:tcPr>
          <w:p w14:paraId="733BC914" w14:textId="28E02A80" w:rsidR="00D75EB8" w:rsidRPr="00D75EB8" w:rsidRDefault="005317E3" w:rsidP="00023DEF">
            <w:pPr>
              <w:pStyle w:val="SIText"/>
            </w:pPr>
            <w:r>
              <w:t>1</w:t>
            </w:r>
            <w:r w:rsidR="009A64CB">
              <w:t>.1</w:t>
            </w:r>
            <w:r w:rsidR="00866039" w:rsidRPr="00866039">
              <w:t xml:space="preserve"> </w:t>
            </w:r>
            <w:r w:rsidR="004F607B">
              <w:t>I</w:t>
            </w:r>
            <w:r w:rsidR="00D75EB8" w:rsidRPr="00D75EB8">
              <w:t>denti</w:t>
            </w:r>
            <w:r w:rsidR="008C117E">
              <w:t>fy</w:t>
            </w:r>
            <w:r w:rsidR="00D75EB8" w:rsidRPr="00D75EB8">
              <w:t xml:space="preserve"> and measure </w:t>
            </w:r>
            <w:r w:rsidR="004F607B">
              <w:t>stand</w:t>
            </w:r>
            <w:r w:rsidR="00D75EB8" w:rsidRPr="00D75EB8">
              <w:t xml:space="preserve"> to be </w:t>
            </w:r>
            <w:proofErr w:type="gramStart"/>
            <w:r w:rsidR="00D75EB8" w:rsidRPr="00D75EB8">
              <w:t>thinned</w:t>
            </w:r>
            <w:proofErr w:type="gramEnd"/>
          </w:p>
          <w:p w14:paraId="503336A9" w14:textId="20ED6E53" w:rsidR="00866039" w:rsidRPr="00866039" w:rsidRDefault="005317E3" w:rsidP="00866039">
            <w:r>
              <w:t>1</w:t>
            </w:r>
            <w:r w:rsidR="008C117E">
              <w:t xml:space="preserve">.2 </w:t>
            </w:r>
            <w:r w:rsidR="00866039" w:rsidRPr="00866039">
              <w:t xml:space="preserve">Identify sample area and measure </w:t>
            </w:r>
            <w:proofErr w:type="gramStart"/>
            <w:r w:rsidR="00866039" w:rsidRPr="00866039">
              <w:t>growth</w:t>
            </w:r>
            <w:proofErr w:type="gramEnd"/>
          </w:p>
          <w:p w14:paraId="3224E8D7" w14:textId="68DA1BF7" w:rsidR="000B1E10" w:rsidRDefault="005317E3" w:rsidP="00866039">
            <w:r>
              <w:t>1</w:t>
            </w:r>
            <w:r w:rsidR="000B1E10">
              <w:t>.</w:t>
            </w:r>
            <w:r w:rsidR="008C117E">
              <w:t>3</w:t>
            </w:r>
            <w:r w:rsidR="000B1E10">
              <w:t xml:space="preserve"> </w:t>
            </w:r>
            <w:r w:rsidR="00A2360B">
              <w:t>Establish</w:t>
            </w:r>
            <w:r w:rsidR="00866039" w:rsidRPr="00866039">
              <w:t xml:space="preserve"> level of </w:t>
            </w:r>
            <w:proofErr w:type="spellStart"/>
            <w:r w:rsidR="00866039" w:rsidRPr="00866039">
              <w:t>overwood</w:t>
            </w:r>
            <w:proofErr w:type="spellEnd"/>
            <w:r w:rsidR="00866039" w:rsidRPr="00866039">
              <w:t xml:space="preserve"> treatment </w:t>
            </w:r>
            <w:r w:rsidR="00AF2B35">
              <w:t xml:space="preserve">taking </w:t>
            </w:r>
            <w:r w:rsidR="007E2722">
              <w:t>account of</w:t>
            </w:r>
            <w:r w:rsidR="00332D18" w:rsidRPr="00866039">
              <w:t xml:space="preserve"> </w:t>
            </w:r>
            <w:r w:rsidR="00866039" w:rsidRPr="00866039">
              <w:t xml:space="preserve">habitat </w:t>
            </w:r>
            <w:r w:rsidR="00332D18">
              <w:t xml:space="preserve">and </w:t>
            </w:r>
            <w:r w:rsidR="00866039" w:rsidRPr="00866039">
              <w:t xml:space="preserve">seed tree </w:t>
            </w:r>
            <w:proofErr w:type="gramStart"/>
            <w:r w:rsidR="00866039" w:rsidRPr="00866039">
              <w:t>considerations</w:t>
            </w:r>
            <w:proofErr w:type="gramEnd"/>
          </w:p>
          <w:p w14:paraId="04A809A5" w14:textId="61DD2778" w:rsidR="005433B9" w:rsidRDefault="005317E3" w:rsidP="00866039">
            <w:r>
              <w:t>1</w:t>
            </w:r>
            <w:r w:rsidR="000B1E10">
              <w:t>.</w:t>
            </w:r>
            <w:r w:rsidR="008C117E">
              <w:t>4</w:t>
            </w:r>
            <w:r w:rsidR="00866039" w:rsidRPr="00866039">
              <w:t xml:space="preserve"> </w:t>
            </w:r>
            <w:r w:rsidR="000B1E10">
              <w:t>Select thinning method</w:t>
            </w:r>
            <w:r w:rsidR="001557F6">
              <w:t xml:space="preserve"> according to workplace </w:t>
            </w:r>
            <w:proofErr w:type="gramStart"/>
            <w:r w:rsidR="001557F6">
              <w:t>procedures</w:t>
            </w:r>
            <w:proofErr w:type="gramEnd"/>
          </w:p>
          <w:p w14:paraId="32260072" w14:textId="3E3535CF" w:rsidR="00866039" w:rsidRPr="00866039" w:rsidRDefault="005317E3" w:rsidP="00866039">
            <w:r>
              <w:t>1</w:t>
            </w:r>
            <w:r w:rsidR="005433B9" w:rsidRPr="005433B9">
              <w:t>.</w:t>
            </w:r>
            <w:r w:rsidR="008C117E">
              <w:t>5</w:t>
            </w:r>
            <w:r w:rsidR="005433B9" w:rsidRPr="005433B9">
              <w:t xml:space="preserve"> Document </w:t>
            </w:r>
            <w:r w:rsidR="005433B9">
              <w:t>thinning</w:t>
            </w:r>
            <w:r w:rsidR="005433B9" w:rsidRPr="005433B9">
              <w:t xml:space="preserve"> plan including resource requirements, </w:t>
            </w:r>
            <w:r w:rsidR="00C83BA5">
              <w:t xml:space="preserve">thinning method and </w:t>
            </w:r>
            <w:r w:rsidR="005433B9" w:rsidRPr="005433B9">
              <w:t xml:space="preserve">costs and communicate to appropriate </w:t>
            </w:r>
            <w:proofErr w:type="gramStart"/>
            <w:r w:rsidR="005433B9" w:rsidRPr="005433B9">
              <w:t>personnel</w:t>
            </w:r>
            <w:proofErr w:type="gramEnd"/>
          </w:p>
          <w:p w14:paraId="1696B99B" w14:textId="251492EE" w:rsidR="00866039" w:rsidRPr="00866039" w:rsidRDefault="005317E3" w:rsidP="00866039">
            <w:r>
              <w:t>1</w:t>
            </w:r>
            <w:r w:rsidR="000B1E10">
              <w:t>.</w:t>
            </w:r>
            <w:r w:rsidR="008C117E">
              <w:t>6</w:t>
            </w:r>
            <w:r w:rsidR="00866039" w:rsidRPr="00866039">
              <w:t xml:space="preserve"> Seek and obtain necessary approvals</w:t>
            </w:r>
            <w:r w:rsidR="001557F6">
              <w:t xml:space="preserve"> for thinning plan</w:t>
            </w:r>
          </w:p>
        </w:tc>
      </w:tr>
      <w:tr w:rsidR="0086603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9C83713" w:rsidR="00866039" w:rsidRPr="00866039" w:rsidRDefault="005317E3" w:rsidP="00866039">
            <w:pPr>
              <w:pStyle w:val="SIText"/>
            </w:pPr>
            <w:r>
              <w:t>2</w:t>
            </w:r>
            <w:r w:rsidR="00866039" w:rsidRPr="00866039">
              <w:t xml:space="preserve">. </w:t>
            </w:r>
            <w:r w:rsidR="009D4F5E">
              <w:t>Coordinate</w:t>
            </w:r>
            <w:r w:rsidR="001336C7">
              <w:t xml:space="preserve"> and </w:t>
            </w:r>
            <w:r w:rsidR="00BC1A92">
              <w:t>monitor</w:t>
            </w:r>
            <w:r w:rsidR="009D4F5E">
              <w:t xml:space="preserve"> </w:t>
            </w:r>
            <w:r w:rsidR="001336C7">
              <w:t>i</w:t>
            </w:r>
            <w:r w:rsidR="00866039" w:rsidRPr="00866039">
              <w:t>mplement</w:t>
            </w:r>
            <w:r w:rsidR="001336C7">
              <w:t xml:space="preserve">ation of </w:t>
            </w:r>
            <w:r w:rsidR="00866039" w:rsidRPr="00866039">
              <w:t>thinning operations</w:t>
            </w:r>
          </w:p>
        </w:tc>
        <w:tc>
          <w:tcPr>
            <w:tcW w:w="3604" w:type="pct"/>
            <w:shd w:val="clear" w:color="auto" w:fill="auto"/>
          </w:tcPr>
          <w:p w14:paraId="37BC4D01" w14:textId="2EF70297" w:rsidR="000E416A" w:rsidRPr="000E416A" w:rsidRDefault="005317E3" w:rsidP="000E416A">
            <w:pPr>
              <w:pStyle w:val="SIText"/>
            </w:pPr>
            <w:r>
              <w:t>2</w:t>
            </w:r>
            <w:r w:rsidR="00866039" w:rsidRPr="00866039">
              <w:t>.</w:t>
            </w:r>
            <w:r w:rsidR="004851ED">
              <w:t>1</w:t>
            </w:r>
            <w:r w:rsidR="00866039" w:rsidRPr="00866039">
              <w:t xml:space="preserve"> </w:t>
            </w:r>
            <w:r w:rsidR="000E416A" w:rsidRPr="000E416A">
              <w:t xml:space="preserve">Coordinate and schedule resources required for </w:t>
            </w:r>
            <w:r w:rsidR="000E416A">
              <w:t xml:space="preserve">thinning </w:t>
            </w:r>
            <w:proofErr w:type="gramStart"/>
            <w:r w:rsidR="000E416A">
              <w:t>operation</w:t>
            </w:r>
            <w:proofErr w:type="gramEnd"/>
          </w:p>
          <w:p w14:paraId="1F166914" w14:textId="72A04437" w:rsidR="00A16C0A" w:rsidRPr="00A16C0A" w:rsidRDefault="005317E3" w:rsidP="00A16C0A">
            <w:pPr>
              <w:pStyle w:val="SIText"/>
            </w:pPr>
            <w:r>
              <w:t>2</w:t>
            </w:r>
            <w:r w:rsidR="00A16C0A" w:rsidRPr="00A16C0A">
              <w:t>.</w:t>
            </w:r>
            <w:r w:rsidR="00A16C0A">
              <w:t>2</w:t>
            </w:r>
            <w:r w:rsidR="00A16C0A" w:rsidRPr="00A16C0A">
              <w:t xml:space="preserve"> </w:t>
            </w:r>
            <w:r w:rsidR="009E42F1">
              <w:t>Coordinate implementation of</w:t>
            </w:r>
            <w:r w:rsidR="00A16C0A" w:rsidRPr="00A16C0A">
              <w:t xml:space="preserve"> thinning plan</w:t>
            </w:r>
            <w:r w:rsidR="00A91FAE">
              <w:t xml:space="preserve"> according to workplace procedures</w:t>
            </w:r>
          </w:p>
          <w:p w14:paraId="4DE2E68B" w14:textId="27CC3E07" w:rsidR="000E416A" w:rsidRPr="000E416A" w:rsidRDefault="005317E3" w:rsidP="000E416A">
            <w:pPr>
              <w:pStyle w:val="SIText"/>
            </w:pPr>
            <w:r>
              <w:t>2</w:t>
            </w:r>
            <w:r w:rsidR="000E416A" w:rsidRPr="000E416A">
              <w:t>.</w:t>
            </w:r>
            <w:r w:rsidR="00A16C0A">
              <w:t>3</w:t>
            </w:r>
            <w:r w:rsidR="000E416A" w:rsidRPr="000E416A">
              <w:t xml:space="preserve"> Establish and maintain communication with </w:t>
            </w:r>
            <w:r w:rsidR="009E42F1">
              <w:t>personnel involved in thinning operation</w:t>
            </w:r>
            <w:r w:rsidR="000E416A" w:rsidRPr="000E416A">
              <w:t xml:space="preserve"> to ensure safety</w:t>
            </w:r>
            <w:r w:rsidR="009E42F1">
              <w:t xml:space="preserve"> and effective </w:t>
            </w:r>
            <w:r w:rsidR="00160838">
              <w:t xml:space="preserve">implementation of thinning </w:t>
            </w:r>
            <w:proofErr w:type="gramStart"/>
            <w:r w:rsidR="00160838">
              <w:t>plan</w:t>
            </w:r>
            <w:proofErr w:type="gramEnd"/>
          </w:p>
          <w:p w14:paraId="67C7BEED" w14:textId="49A86632" w:rsidR="00866039" w:rsidRPr="00866039" w:rsidRDefault="005317E3" w:rsidP="00866039">
            <w:r>
              <w:t>2</w:t>
            </w:r>
            <w:r w:rsidR="004851ED">
              <w:t>.</w:t>
            </w:r>
            <w:r w:rsidR="000E416A">
              <w:t>4</w:t>
            </w:r>
            <w:r w:rsidR="004851ED">
              <w:t xml:space="preserve"> </w:t>
            </w:r>
            <w:r w:rsidR="00866039" w:rsidRPr="00866039">
              <w:t xml:space="preserve">Mark trees for treatment </w:t>
            </w:r>
            <w:r w:rsidR="004851ED">
              <w:t>according to plan and workplace procedures</w:t>
            </w:r>
          </w:p>
          <w:p w14:paraId="005468F0" w14:textId="3B544B86" w:rsidR="006119FE" w:rsidRDefault="005317E3" w:rsidP="00363B6E">
            <w:pPr>
              <w:pStyle w:val="SIText"/>
            </w:pPr>
            <w:r>
              <w:t>2</w:t>
            </w:r>
            <w:r w:rsidR="00363B6E" w:rsidRPr="00363B6E">
              <w:t>.</w:t>
            </w:r>
            <w:r w:rsidR="00925409">
              <w:t>5</w:t>
            </w:r>
            <w:r w:rsidR="00363B6E" w:rsidRPr="00363B6E">
              <w:t xml:space="preserve"> </w:t>
            </w:r>
            <w:r w:rsidR="006119FE">
              <w:t xml:space="preserve">Identify monitoring points according to plan and workplace </w:t>
            </w:r>
            <w:proofErr w:type="gramStart"/>
            <w:r w:rsidR="006119FE">
              <w:t>procedures</w:t>
            </w:r>
            <w:proofErr w:type="gramEnd"/>
          </w:p>
          <w:p w14:paraId="3BCD6D4F" w14:textId="1EC83B30" w:rsidR="00363B6E" w:rsidRPr="00363B6E" w:rsidRDefault="005317E3" w:rsidP="00363B6E">
            <w:pPr>
              <w:pStyle w:val="SIText"/>
            </w:pPr>
            <w:r>
              <w:t>2</w:t>
            </w:r>
            <w:r w:rsidR="00363B6E" w:rsidRPr="00363B6E">
              <w:t>.</w:t>
            </w:r>
            <w:r w:rsidR="00066F55">
              <w:t>6</w:t>
            </w:r>
            <w:r w:rsidR="00363B6E" w:rsidRPr="00363B6E">
              <w:t xml:space="preserve"> Monitor </w:t>
            </w:r>
            <w:r w:rsidR="004C647D" w:rsidRPr="004C647D">
              <w:t>th</w:t>
            </w:r>
            <w:r w:rsidR="001D4B34">
              <w:t>inning operations</w:t>
            </w:r>
            <w:r w:rsidR="004C647D" w:rsidRPr="004C647D">
              <w:t xml:space="preserve"> </w:t>
            </w:r>
            <w:r w:rsidR="00363B6E" w:rsidRPr="00363B6E">
              <w:t xml:space="preserve">to ensure compliance with </w:t>
            </w:r>
            <w:r w:rsidR="006452B0">
              <w:t xml:space="preserve">production, </w:t>
            </w:r>
            <w:r w:rsidR="00363B6E" w:rsidRPr="00363B6E">
              <w:t xml:space="preserve">quality, safety and environmental </w:t>
            </w:r>
            <w:proofErr w:type="gramStart"/>
            <w:r w:rsidR="00363B6E" w:rsidRPr="00363B6E">
              <w:t>requirements</w:t>
            </w:r>
            <w:proofErr w:type="gramEnd"/>
          </w:p>
          <w:p w14:paraId="6BB72E57" w14:textId="6DB5B3C0" w:rsidR="00866039" w:rsidRPr="00866039" w:rsidRDefault="005317E3" w:rsidP="00023DEF">
            <w:r>
              <w:t>2</w:t>
            </w:r>
            <w:r w:rsidR="00363B6E" w:rsidRPr="00363B6E">
              <w:t>.</w:t>
            </w:r>
            <w:r w:rsidR="00066F55">
              <w:t>7</w:t>
            </w:r>
            <w:r w:rsidR="00363B6E" w:rsidRPr="00363B6E">
              <w:t xml:space="preserve"> Adjust </w:t>
            </w:r>
            <w:r w:rsidR="00363B6E">
              <w:t>thinning</w:t>
            </w:r>
            <w:r w:rsidR="00363B6E" w:rsidRPr="00363B6E">
              <w:t xml:space="preserve"> activities</w:t>
            </w:r>
            <w:r w:rsidR="00093CCB">
              <w:t>, as required,</w:t>
            </w:r>
            <w:r w:rsidR="00363B6E" w:rsidRPr="00363B6E">
              <w:t xml:space="preserve"> to meet site conditions</w:t>
            </w:r>
            <w:r w:rsidR="00093CCB">
              <w:t xml:space="preserve">, </w:t>
            </w:r>
            <w:r w:rsidR="00866039" w:rsidRPr="00866039">
              <w:t>ensure effective and efficient work and minim</w:t>
            </w:r>
            <w:r w:rsidR="00093CCB">
              <w:t>ise</w:t>
            </w:r>
            <w:r w:rsidR="00866039" w:rsidRPr="00866039">
              <w:t xml:space="preserve"> damage to stand</w:t>
            </w:r>
          </w:p>
        </w:tc>
      </w:tr>
      <w:tr w:rsidR="00866039" w:rsidRPr="00963A46" w14:paraId="16A644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E9BD82" w14:textId="7DC96ACC" w:rsidR="00866039" w:rsidRPr="00866039" w:rsidRDefault="005317E3" w:rsidP="00866039">
            <w:pPr>
              <w:pStyle w:val="SIText"/>
            </w:pPr>
            <w:r>
              <w:t>3</w:t>
            </w:r>
            <w:r w:rsidR="00866039" w:rsidRPr="00866039">
              <w:t xml:space="preserve">. Review </w:t>
            </w:r>
            <w:r w:rsidR="002A537C">
              <w:t xml:space="preserve">and </w:t>
            </w:r>
            <w:proofErr w:type="gramStart"/>
            <w:r w:rsidR="002A537C">
              <w:t>report  on</w:t>
            </w:r>
            <w:proofErr w:type="gramEnd"/>
            <w:r w:rsidR="002A537C">
              <w:t xml:space="preserve"> </w:t>
            </w:r>
            <w:r w:rsidR="00866039" w:rsidRPr="00866039">
              <w:t>thinning operations</w:t>
            </w:r>
          </w:p>
        </w:tc>
        <w:tc>
          <w:tcPr>
            <w:tcW w:w="3604" w:type="pct"/>
            <w:shd w:val="clear" w:color="auto" w:fill="auto"/>
          </w:tcPr>
          <w:p w14:paraId="2EC9A986" w14:textId="7FB9BEE4" w:rsidR="00EF7629" w:rsidRPr="00EF7629" w:rsidRDefault="005317E3" w:rsidP="00EF7629">
            <w:pPr>
              <w:pStyle w:val="SIText"/>
            </w:pPr>
            <w:r>
              <w:t>3</w:t>
            </w:r>
            <w:r w:rsidR="00EF7629" w:rsidRPr="00EF7629">
              <w:t xml:space="preserve">.1 Assess and evaluate data from </w:t>
            </w:r>
            <w:r w:rsidR="00EF7629">
              <w:t>thinning</w:t>
            </w:r>
            <w:r w:rsidR="00EF7629" w:rsidRPr="00EF7629">
              <w:t xml:space="preserve"> </w:t>
            </w:r>
            <w:r w:rsidR="00F158E1">
              <w:t>operations</w:t>
            </w:r>
            <w:r w:rsidR="00EF7629" w:rsidRPr="00EF7629">
              <w:t xml:space="preserve"> to confirm techniques, methodologies and costs are consistent with </w:t>
            </w:r>
            <w:proofErr w:type="gramStart"/>
            <w:r w:rsidR="00EF7629" w:rsidRPr="00EF7629">
              <w:t>plan</w:t>
            </w:r>
            <w:proofErr w:type="gramEnd"/>
          </w:p>
          <w:p w14:paraId="0979436A" w14:textId="2589CA48" w:rsidR="00EF7629" w:rsidRPr="00EF7629" w:rsidRDefault="005317E3" w:rsidP="00EF7629">
            <w:pPr>
              <w:pStyle w:val="SIText"/>
            </w:pPr>
            <w:r>
              <w:t>3</w:t>
            </w:r>
            <w:r w:rsidR="00EF7629" w:rsidRPr="00EF7629">
              <w:t xml:space="preserve">.2 Identify and document issues and impediments to </w:t>
            </w:r>
            <w:r w:rsidR="00EF7629">
              <w:t>thinning</w:t>
            </w:r>
            <w:r w:rsidR="00EF7629" w:rsidRPr="00EF7629">
              <w:t xml:space="preserve"> activities and program </w:t>
            </w:r>
            <w:proofErr w:type="gramStart"/>
            <w:r w:rsidR="00EF7629" w:rsidRPr="00EF7629">
              <w:t>costs</w:t>
            </w:r>
            <w:proofErr w:type="gramEnd"/>
          </w:p>
          <w:p w14:paraId="732505AF" w14:textId="5B759A07" w:rsidR="00866039" w:rsidRPr="00866039" w:rsidRDefault="005317E3" w:rsidP="00866039">
            <w:r>
              <w:t>3</w:t>
            </w:r>
            <w:r w:rsidR="00866039" w:rsidRPr="00866039">
              <w:t xml:space="preserve">.3 </w:t>
            </w:r>
            <w:r w:rsidR="009B3331">
              <w:t xml:space="preserve">Review thinning </w:t>
            </w:r>
            <w:r w:rsidR="000C017D">
              <w:t>operation</w:t>
            </w:r>
            <w:r w:rsidR="009B3331" w:rsidRPr="009B3331">
              <w:t xml:space="preserve"> and make recommendations to improve future </w:t>
            </w:r>
            <w:r w:rsidR="009B3331">
              <w:t>thinning</w:t>
            </w:r>
            <w:r w:rsidR="009B3331" w:rsidRPr="009B3331">
              <w:t xml:space="preserve"> </w:t>
            </w:r>
            <w:proofErr w:type="gramStart"/>
            <w:r w:rsidR="009B3331">
              <w:t>operations</w:t>
            </w:r>
            <w:proofErr w:type="gramEnd"/>
          </w:p>
          <w:p w14:paraId="1E17EB30" w14:textId="08484E49" w:rsidR="00866039" w:rsidRPr="00866039" w:rsidRDefault="005317E3" w:rsidP="00866039">
            <w:r>
              <w:t>3</w:t>
            </w:r>
            <w:r w:rsidR="00866039" w:rsidRPr="00866039">
              <w:t xml:space="preserve">.4 Record and report </w:t>
            </w:r>
            <w:r w:rsidR="005253B1">
              <w:t xml:space="preserve">outcomes of thinning </w:t>
            </w:r>
            <w:r w:rsidR="000C017D">
              <w:t>operation</w:t>
            </w:r>
            <w:r w:rsidR="00866039" w:rsidRPr="00866039">
              <w:t xml:space="preserve"> to appropriate personnel.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42E90" w:rsidRPr="00336FCA" w:rsidDel="00423CB2" w14:paraId="1CF24FD6" w14:textId="77777777" w:rsidTr="00CA2922">
        <w:tc>
          <w:tcPr>
            <w:tcW w:w="1396" w:type="pct"/>
          </w:tcPr>
          <w:p w14:paraId="6D88B952" w14:textId="2B61D914" w:rsidR="00E42E90" w:rsidRPr="00E42E90" w:rsidRDefault="00E42E90" w:rsidP="00E42E90">
            <w:pPr>
              <w:pStyle w:val="SIText"/>
              <w:rPr>
                <w:rStyle w:val="SITemporaryText-red"/>
              </w:rPr>
            </w:pPr>
            <w:r w:rsidRPr="00E42E90">
              <w:t xml:space="preserve">Reading </w:t>
            </w:r>
          </w:p>
        </w:tc>
        <w:tc>
          <w:tcPr>
            <w:tcW w:w="3604" w:type="pct"/>
          </w:tcPr>
          <w:p w14:paraId="1B7CC730" w14:textId="68105D1D" w:rsidR="00E42E90" w:rsidRPr="00E42E90" w:rsidRDefault="00916285" w:rsidP="00E42E90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="00E42E90" w:rsidRPr="00E42E90">
              <w:t>xtract information f</w:t>
            </w:r>
            <w:r w:rsidR="00054257">
              <w:t>rom</w:t>
            </w:r>
            <w:r w:rsidR="00E42E90" w:rsidRPr="00E42E90">
              <w:t xml:space="preserve"> industry guides and standard references on </w:t>
            </w:r>
            <w:r w:rsidR="00054257">
              <w:t xml:space="preserve">planning and </w:t>
            </w:r>
            <w:r w:rsidR="00E03EBC">
              <w:t>coordinating</w:t>
            </w:r>
            <w:r w:rsidR="00E42E90" w:rsidRPr="00E42E90">
              <w:t xml:space="preserve"> </w:t>
            </w:r>
            <w:r w:rsidR="00E42E90">
              <w:t xml:space="preserve">thinning </w:t>
            </w:r>
            <w:r w:rsidR="00904889">
              <w:t>operations</w:t>
            </w:r>
          </w:p>
        </w:tc>
      </w:tr>
      <w:tr w:rsidR="00E42E90" w:rsidRPr="00336FCA" w:rsidDel="00423CB2" w14:paraId="1D3AF5EE" w14:textId="77777777" w:rsidTr="00CA2922">
        <w:tc>
          <w:tcPr>
            <w:tcW w:w="1396" w:type="pct"/>
          </w:tcPr>
          <w:p w14:paraId="16ED7E97" w14:textId="485F5445" w:rsidR="00E42E90" w:rsidRPr="00E42E90" w:rsidRDefault="00E42E90" w:rsidP="00E42E90">
            <w:pPr>
              <w:pStyle w:val="SIText"/>
              <w:rPr>
                <w:rStyle w:val="SITemporaryText-red"/>
              </w:rPr>
            </w:pPr>
            <w:r w:rsidRPr="00E42E90">
              <w:t xml:space="preserve">Writing </w:t>
            </w:r>
          </w:p>
        </w:tc>
        <w:tc>
          <w:tcPr>
            <w:tcW w:w="3604" w:type="pct"/>
          </w:tcPr>
          <w:p w14:paraId="0F32718D" w14:textId="2B033B24" w:rsidR="00E42E90" w:rsidRPr="00E42E90" w:rsidRDefault="00916285" w:rsidP="00E42E9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E42E90" w:rsidRPr="00E42E90">
              <w:t xml:space="preserve">repare written reports for different audiences on </w:t>
            </w:r>
            <w:r w:rsidR="00E42E90">
              <w:t>thinning</w:t>
            </w:r>
            <w:r w:rsidR="00E42E90" w:rsidRPr="00E42E90">
              <w:t xml:space="preserve"> </w:t>
            </w:r>
            <w:r w:rsidR="00904889">
              <w:t>operations</w:t>
            </w:r>
            <w:r w:rsidR="00E42E90" w:rsidRPr="00E42E90" w:rsidDel="000C3EBA">
              <w:rPr>
                <w:rStyle w:val="SITemporaryText-red"/>
                <w:rFonts w:eastAsia="Calibri"/>
              </w:rPr>
              <w:t xml:space="preserve"> </w:t>
            </w:r>
          </w:p>
        </w:tc>
      </w:tr>
      <w:tr w:rsidR="00916285" w:rsidRPr="00336FCA" w:rsidDel="00423CB2" w14:paraId="530D84B4" w14:textId="77777777" w:rsidTr="00CA2922">
        <w:tc>
          <w:tcPr>
            <w:tcW w:w="1396" w:type="pct"/>
          </w:tcPr>
          <w:p w14:paraId="29DCD74B" w14:textId="52484758" w:rsidR="00916285" w:rsidRPr="00E42E90" w:rsidRDefault="00916285" w:rsidP="00916285">
            <w:pPr>
              <w:pStyle w:val="SIText"/>
            </w:pPr>
            <w:r w:rsidRPr="00E42E90">
              <w:t xml:space="preserve">Oral communication </w:t>
            </w:r>
          </w:p>
        </w:tc>
        <w:tc>
          <w:tcPr>
            <w:tcW w:w="3604" w:type="pct"/>
          </w:tcPr>
          <w:p w14:paraId="183C0EB9" w14:textId="532581A7" w:rsidR="00916285" w:rsidRDefault="00916285" w:rsidP="00916285">
            <w:pPr>
              <w:pStyle w:val="SIBulletList1"/>
            </w:pPr>
            <w:r>
              <w:t>U</w:t>
            </w:r>
            <w:r w:rsidRPr="00E42E90">
              <w:t xml:space="preserve">se information and persuasive language in conversations and oral presentations to gain approvals </w:t>
            </w:r>
            <w:r>
              <w:t>for thinning activities</w:t>
            </w:r>
          </w:p>
        </w:tc>
      </w:tr>
      <w:tr w:rsidR="00916285" w:rsidRPr="00336FCA" w:rsidDel="00423CB2" w14:paraId="03BB9C6A" w14:textId="77777777" w:rsidTr="00CA2922">
        <w:tc>
          <w:tcPr>
            <w:tcW w:w="1396" w:type="pct"/>
          </w:tcPr>
          <w:p w14:paraId="79F97EC7" w14:textId="0C098077" w:rsidR="00916285" w:rsidRPr="00916285" w:rsidRDefault="00916285" w:rsidP="00916285">
            <w:pPr>
              <w:pStyle w:val="SIText"/>
              <w:rPr>
                <w:rStyle w:val="SITemporaryText-red"/>
              </w:rPr>
            </w:pPr>
            <w:r w:rsidRPr="00E42E90">
              <w:t>Numeracy</w:t>
            </w:r>
          </w:p>
        </w:tc>
        <w:tc>
          <w:tcPr>
            <w:tcW w:w="3604" w:type="pct"/>
          </w:tcPr>
          <w:p w14:paraId="4DAD12EB" w14:textId="52A629CC" w:rsidR="00916285" w:rsidRPr="00916285" w:rsidRDefault="00916285" w:rsidP="0091628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916285">
              <w:t xml:space="preserve">temise and calculate total cost of thinning operations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2115"/>
        <w:gridCol w:w="2396"/>
        <w:gridCol w:w="3100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5F30" w14:paraId="7449DA1D" w14:textId="77777777" w:rsidTr="00F33FF2">
        <w:tc>
          <w:tcPr>
            <w:tcW w:w="1028" w:type="pct"/>
          </w:tcPr>
          <w:p w14:paraId="09E49E25" w14:textId="6069511B" w:rsidR="002C4122" w:rsidRPr="00415F30" w:rsidRDefault="00B7374F" w:rsidP="00415F30">
            <w:pPr>
              <w:pStyle w:val="SIText"/>
              <w:rPr>
                <w:rStyle w:val="SITemporaryText-red"/>
              </w:rPr>
            </w:pPr>
            <w:r w:rsidRPr="00B7374F">
              <w:t>FWPFGM4XXX</w:t>
            </w:r>
            <w:r w:rsidR="009D4F5E" w:rsidRPr="009D4F5E">
              <w:t>Plan for and coordinate thinning operations in a native forest or plantation</w:t>
            </w:r>
          </w:p>
        </w:tc>
        <w:tc>
          <w:tcPr>
            <w:tcW w:w="1105" w:type="pct"/>
          </w:tcPr>
          <w:p w14:paraId="2293AA64" w14:textId="3FB0BED7" w:rsidR="00415F30" w:rsidRPr="00415F30" w:rsidRDefault="00415F30" w:rsidP="00415F30">
            <w:pPr>
              <w:pStyle w:val="SIText"/>
              <w:rPr>
                <w:rStyle w:val="SITemporaryText-red"/>
              </w:rPr>
            </w:pPr>
            <w:r w:rsidRPr="00415F30">
              <w:t>FWPFGM320</w:t>
            </w:r>
            <w:r>
              <w:t>6</w:t>
            </w:r>
            <w:r w:rsidRPr="00415F30">
              <w:t xml:space="preserve"> </w:t>
            </w:r>
            <w:r>
              <w:t xml:space="preserve">Plan and implement </w:t>
            </w:r>
            <w:r w:rsidR="00080DB6">
              <w:t>non-commercial</w:t>
            </w:r>
            <w:r>
              <w:t xml:space="preserve"> thin</w:t>
            </w:r>
            <w:r w:rsidR="002C4122">
              <w:t>ning operations</w:t>
            </w:r>
            <w:r w:rsidRPr="00415F30">
              <w:rPr>
                <w:rStyle w:val="SITemporaryText-red"/>
              </w:rPr>
              <w:t xml:space="preserve"> </w:t>
            </w:r>
          </w:p>
        </w:tc>
        <w:tc>
          <w:tcPr>
            <w:tcW w:w="1251" w:type="pct"/>
          </w:tcPr>
          <w:p w14:paraId="520730B2" w14:textId="77777777" w:rsidR="00925409" w:rsidRDefault="00925409" w:rsidP="00415F30">
            <w:pPr>
              <w:pStyle w:val="SIText"/>
            </w:pPr>
            <w:r>
              <w:t>Reworded</w:t>
            </w:r>
            <w:r w:rsidR="00415F30" w:rsidRPr="00415F30">
              <w:t xml:space="preserve"> </w:t>
            </w:r>
            <w:r>
              <w:t xml:space="preserve">Title </w:t>
            </w:r>
          </w:p>
          <w:p w14:paraId="5CE1BF9F" w14:textId="77777777" w:rsidR="00925409" w:rsidRDefault="00925409" w:rsidP="00415F30">
            <w:pPr>
              <w:pStyle w:val="SIText"/>
            </w:pPr>
          </w:p>
          <w:p w14:paraId="3F2092E5" w14:textId="051AEFCE" w:rsidR="00415F30" w:rsidRPr="00415F30" w:rsidRDefault="00925409" w:rsidP="00415F30">
            <w:pPr>
              <w:pStyle w:val="SIText"/>
            </w:pPr>
            <w:r>
              <w:t xml:space="preserve">Updated </w:t>
            </w:r>
            <w:r w:rsidR="00415F30" w:rsidRPr="00415F30">
              <w:t>Application Statement</w:t>
            </w:r>
          </w:p>
          <w:p w14:paraId="5FB03122" w14:textId="77777777" w:rsidR="00415F30" w:rsidRPr="00415F30" w:rsidRDefault="00415F30" w:rsidP="00415F30">
            <w:pPr>
              <w:pStyle w:val="SIText"/>
            </w:pPr>
          </w:p>
          <w:p w14:paraId="0559CC4F" w14:textId="19AADA14" w:rsidR="00415F30" w:rsidRPr="00415F30" w:rsidRDefault="00415F30" w:rsidP="00415F30">
            <w:pPr>
              <w:pStyle w:val="SIText"/>
            </w:pPr>
            <w:r w:rsidRPr="00415F30">
              <w:t>Reworded Elements</w:t>
            </w:r>
            <w:r w:rsidR="00A13A55">
              <w:t xml:space="preserve"> </w:t>
            </w:r>
          </w:p>
          <w:p w14:paraId="60FF95D7" w14:textId="77777777" w:rsidR="00415F30" w:rsidRPr="00415F30" w:rsidRDefault="00415F30" w:rsidP="00415F30">
            <w:pPr>
              <w:pStyle w:val="SIText"/>
            </w:pPr>
          </w:p>
          <w:p w14:paraId="48243A36" w14:textId="4C4AB050" w:rsidR="00415F30" w:rsidRPr="00415F30" w:rsidRDefault="00415F30" w:rsidP="00415F30">
            <w:pPr>
              <w:pStyle w:val="SIText"/>
            </w:pPr>
            <w:r w:rsidRPr="00415F30">
              <w:t>Updated Performance Criteria</w:t>
            </w:r>
            <w:r w:rsidR="00781504">
              <w:t xml:space="preserve">, Performance Evidence and Knowledge evidence </w:t>
            </w:r>
          </w:p>
          <w:p w14:paraId="30DA130B" w14:textId="77777777" w:rsidR="00415F30" w:rsidRPr="00415F30" w:rsidRDefault="00415F30" w:rsidP="00415F30">
            <w:pPr>
              <w:pStyle w:val="SIText"/>
            </w:pPr>
          </w:p>
          <w:p w14:paraId="7D3C4B75" w14:textId="1515C6A3" w:rsidR="00415F30" w:rsidRPr="00415F30" w:rsidRDefault="00415F30" w:rsidP="00781504">
            <w:pPr>
              <w:pStyle w:val="SIText"/>
              <w:rPr>
                <w:rStyle w:val="SITemporaryText-red"/>
              </w:rPr>
            </w:pPr>
            <w:r w:rsidRPr="00415F30">
              <w:t xml:space="preserve">Updated Foundation Skills </w:t>
            </w:r>
            <w:r w:rsidR="00781504">
              <w:t xml:space="preserve">and </w:t>
            </w:r>
            <w:r w:rsidRPr="00415F30">
              <w:t>Assessment Conditions</w:t>
            </w:r>
          </w:p>
        </w:tc>
        <w:tc>
          <w:tcPr>
            <w:tcW w:w="1616" w:type="pct"/>
          </w:tcPr>
          <w:p w14:paraId="389B00FC" w14:textId="1FAEA2AA" w:rsidR="00415F30" w:rsidRPr="002422DB" w:rsidRDefault="00A43802" w:rsidP="002422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22DB">
              <w:rPr>
                <w:rStyle w:val="SITemporaryText-red"/>
                <w:color w:val="auto"/>
                <w:sz w:val="20"/>
              </w:rPr>
              <w:t>E</w:t>
            </w:r>
            <w:r w:rsidR="00E05D95" w:rsidRPr="002422DB">
              <w:rPr>
                <w:rStyle w:val="SITemporaryText-red"/>
                <w:color w:val="auto"/>
                <w:sz w:val="20"/>
              </w:rPr>
              <w:t xml:space="preserve">quivalent </w:t>
            </w:r>
            <w:r w:rsidR="00415F30" w:rsidRPr="002422DB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630AC2B" w14:textId="6081EFD5" w:rsidR="00415F30" w:rsidRPr="00415F30" w:rsidRDefault="00415F30" w:rsidP="00415F30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1AC90941" w14:textId="197DE1D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404BEF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7374F" w:rsidRPr="00B7374F">
              <w:t>FWPFGM4XXX</w:t>
            </w:r>
            <w:r w:rsidR="00B7374F">
              <w:t xml:space="preserve"> </w:t>
            </w:r>
            <w:r w:rsidR="009D4F5E" w:rsidRPr="009D4F5E">
              <w:t>Plan for and coordinate thinning operations in a native forest or plantation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B7F4FDF" w14:textId="77777777" w:rsidR="00E41E42" w:rsidRPr="00023DEF" w:rsidRDefault="00E41E42" w:rsidP="002679E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023DEF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023DEF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E27CE58" w14:textId="77777777" w:rsidR="00E41E42" w:rsidRPr="00023DEF" w:rsidRDefault="00E41E42" w:rsidP="002679E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5FD7101" w14:textId="7B3064EA" w:rsidR="00866039" w:rsidRPr="004943FB" w:rsidRDefault="00E41E42" w:rsidP="004943FB">
            <w:pPr>
              <w:pStyle w:val="SIText"/>
            </w:pPr>
            <w:r w:rsidRPr="004943FB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943FB" w:rsidRPr="004943FB">
              <w:rPr>
                <w:rStyle w:val="SITemporaryText-red"/>
                <w:color w:val="auto"/>
                <w:sz w:val="20"/>
              </w:rPr>
              <w:t>,</w:t>
            </w:r>
            <w:r w:rsidRPr="004943FB">
              <w:rPr>
                <w:rStyle w:val="SITemporaryText-red"/>
                <w:color w:val="auto"/>
                <w:sz w:val="20"/>
              </w:rPr>
              <w:t xml:space="preserve"> </w:t>
            </w:r>
            <w:r w:rsidR="004943FB" w:rsidRPr="004943FB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4943FB">
              <w:rPr>
                <w:rStyle w:val="SITemporaryText-red"/>
                <w:color w:val="auto"/>
                <w:sz w:val="20"/>
              </w:rPr>
              <w:t>the individual has</w:t>
            </w:r>
            <w:r w:rsidR="00866039" w:rsidRPr="004943FB">
              <w:t>:</w:t>
            </w:r>
          </w:p>
          <w:p w14:paraId="76E52866" w14:textId="0964F558" w:rsidR="00866039" w:rsidRPr="00866039" w:rsidRDefault="00866039" w:rsidP="00866039">
            <w:pPr>
              <w:pStyle w:val="SIBulletList1"/>
            </w:pPr>
            <w:r w:rsidRPr="00866039">
              <w:t>plan</w:t>
            </w:r>
            <w:r w:rsidR="00E41E42">
              <w:t>ned</w:t>
            </w:r>
            <w:r w:rsidRPr="00866039">
              <w:t xml:space="preserve"> a thinning operation to achieve one or more of the following:</w:t>
            </w:r>
          </w:p>
          <w:p w14:paraId="504BC69E" w14:textId="77777777" w:rsidR="00866039" w:rsidRPr="00866039" w:rsidRDefault="00866039" w:rsidP="00866039">
            <w:pPr>
              <w:pStyle w:val="SIBulletList2"/>
            </w:pPr>
            <w:r w:rsidRPr="00866039">
              <w:t xml:space="preserve">work to maintain the health of the </w:t>
            </w:r>
            <w:proofErr w:type="gramStart"/>
            <w:r w:rsidRPr="00866039">
              <w:t>stand</w:t>
            </w:r>
            <w:proofErr w:type="gramEnd"/>
          </w:p>
          <w:p w14:paraId="060F7517" w14:textId="2D17580A" w:rsidR="00866039" w:rsidRPr="00866039" w:rsidRDefault="00866039" w:rsidP="00866039">
            <w:pPr>
              <w:pStyle w:val="SIBulletList2"/>
            </w:pPr>
            <w:r w:rsidRPr="00866039">
              <w:t xml:space="preserve">improve productivity and long-term </w:t>
            </w:r>
            <w:proofErr w:type="gramStart"/>
            <w:r w:rsidRPr="00866039">
              <w:t>sustainability</w:t>
            </w:r>
            <w:proofErr w:type="gramEnd"/>
          </w:p>
          <w:p w14:paraId="1A0BB718" w14:textId="77777777" w:rsidR="00866039" w:rsidRPr="00866039" w:rsidRDefault="00866039" w:rsidP="00866039">
            <w:pPr>
              <w:pStyle w:val="SIBulletList2"/>
            </w:pPr>
            <w:r w:rsidRPr="00866039">
              <w:t xml:space="preserve">provide for end product mix </w:t>
            </w:r>
            <w:proofErr w:type="gramStart"/>
            <w:r w:rsidRPr="00866039">
              <w:t>requirements</w:t>
            </w:r>
            <w:proofErr w:type="gramEnd"/>
          </w:p>
          <w:p w14:paraId="4E7BCEFD" w14:textId="0124ED71" w:rsidR="00866039" w:rsidRPr="00866039" w:rsidRDefault="00866039" w:rsidP="00866039">
            <w:pPr>
              <w:pStyle w:val="SIBulletList2"/>
            </w:pPr>
            <w:r w:rsidRPr="00866039">
              <w:t xml:space="preserve">manage notifiable </w:t>
            </w:r>
            <w:proofErr w:type="gramStart"/>
            <w:r w:rsidRPr="00866039">
              <w:t>weeds</w:t>
            </w:r>
            <w:proofErr w:type="gramEnd"/>
          </w:p>
          <w:p w14:paraId="3BFCE1C3" w14:textId="7BBAC73A" w:rsidR="00866039" w:rsidRDefault="00866039">
            <w:pPr>
              <w:pStyle w:val="SIBulletList1"/>
            </w:pPr>
            <w:r w:rsidRPr="003721DF">
              <w:t xml:space="preserve">identified and measured </w:t>
            </w:r>
            <w:r w:rsidR="00F422AB">
              <w:t>stand</w:t>
            </w:r>
            <w:r w:rsidR="00F422AB" w:rsidRPr="003721DF">
              <w:t xml:space="preserve"> </w:t>
            </w:r>
            <w:r w:rsidRPr="003721DF">
              <w:t xml:space="preserve">to be </w:t>
            </w:r>
            <w:proofErr w:type="gramStart"/>
            <w:r w:rsidRPr="003721DF">
              <w:t>thinned</w:t>
            </w:r>
            <w:proofErr w:type="gramEnd"/>
          </w:p>
          <w:p w14:paraId="448E385F" w14:textId="618F8590" w:rsidR="00F422AB" w:rsidRPr="003721DF" w:rsidRDefault="00F422AB" w:rsidP="00023DEF">
            <w:pPr>
              <w:pStyle w:val="SIBulletList1"/>
            </w:pPr>
            <w:r>
              <w:t xml:space="preserve">coordinated implementation of thinning </w:t>
            </w:r>
            <w:proofErr w:type="gramStart"/>
            <w:r>
              <w:t>operations</w:t>
            </w:r>
            <w:proofErr w:type="gramEnd"/>
            <w:r>
              <w:t xml:space="preserve"> </w:t>
            </w:r>
          </w:p>
          <w:p w14:paraId="61216AC3" w14:textId="6AA48E5B" w:rsidR="00866039" w:rsidRPr="00866039" w:rsidRDefault="00866039" w:rsidP="00866039">
            <w:pPr>
              <w:pStyle w:val="SIBulletList1"/>
            </w:pPr>
            <w:r w:rsidRPr="00866039">
              <w:t>monitor</w:t>
            </w:r>
            <w:r w:rsidR="003721DF">
              <w:t>ed</w:t>
            </w:r>
            <w:r w:rsidRPr="00866039">
              <w:t xml:space="preserve"> thinning operations </w:t>
            </w:r>
            <w:r w:rsidR="00BF3C88" w:rsidRPr="00BF3C88">
              <w:t xml:space="preserve">to ensure compliance with quality, safety and environmental </w:t>
            </w:r>
            <w:proofErr w:type="gramStart"/>
            <w:r w:rsidR="00BF3C88" w:rsidRPr="00BF3C88">
              <w:t>requirements</w:t>
            </w:r>
            <w:proofErr w:type="gramEnd"/>
          </w:p>
          <w:p w14:paraId="3F4E2EAA" w14:textId="7399342C" w:rsidR="00556C4C" w:rsidRPr="000754EC" w:rsidRDefault="00866039" w:rsidP="00866039">
            <w:pPr>
              <w:pStyle w:val="SIBulletList1"/>
            </w:pPr>
            <w:r w:rsidRPr="00866039">
              <w:t>review</w:t>
            </w:r>
            <w:r w:rsidR="003721DF">
              <w:t>ed</w:t>
            </w:r>
            <w:r w:rsidRPr="00866039">
              <w:t xml:space="preserve"> </w:t>
            </w:r>
            <w:r w:rsidR="0091182E">
              <w:t xml:space="preserve">and reported on outcomes of </w:t>
            </w:r>
            <w:r w:rsidR="00F422AB">
              <w:t xml:space="preserve">thinning </w:t>
            </w:r>
            <w:r w:rsidRPr="00866039">
              <w:t>operations</w:t>
            </w:r>
            <w:r w:rsidR="004943FB">
              <w:t>.</w:t>
            </w:r>
          </w:p>
        </w:tc>
      </w:tr>
    </w:tbl>
    <w:p w14:paraId="685511C2" w14:textId="77777777" w:rsidR="00556C4C" w:rsidRDefault="00556C4C" w:rsidP="00421D1D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68955A70" w14:textId="77777777" w:rsidR="003C4BDA" w:rsidRPr="00023DEF" w:rsidRDefault="003C4BDA" w:rsidP="003C4B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B52BD19" w14:textId="57737332" w:rsidR="0092708E" w:rsidRPr="00023DEF" w:rsidRDefault="001944DD" w:rsidP="00023DE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lastRenderedPageBreak/>
              <w:t xml:space="preserve">purpose of thinning </w:t>
            </w:r>
            <w:r w:rsidR="00025A29" w:rsidRPr="00023DEF">
              <w:rPr>
                <w:rStyle w:val="SITemporaryText-red"/>
                <w:color w:val="auto"/>
                <w:sz w:val="20"/>
              </w:rPr>
              <w:t>operations</w:t>
            </w:r>
            <w:r w:rsidR="004943FB">
              <w:rPr>
                <w:rStyle w:val="SITemporaryText-red"/>
              </w:rPr>
              <w:t>:</w:t>
            </w:r>
          </w:p>
          <w:p w14:paraId="252513EF" w14:textId="77777777" w:rsidR="0092708E" w:rsidRPr="0092708E" w:rsidRDefault="0092708E" w:rsidP="00023DEF">
            <w:pPr>
              <w:pStyle w:val="SIBulletList2"/>
            </w:pPr>
            <w:r w:rsidRPr="0092708E">
              <w:t xml:space="preserve">maintain the health of the </w:t>
            </w:r>
            <w:proofErr w:type="gramStart"/>
            <w:r w:rsidRPr="0092708E">
              <w:t>stand</w:t>
            </w:r>
            <w:proofErr w:type="gramEnd"/>
          </w:p>
          <w:p w14:paraId="1A7A6E4D" w14:textId="77777777" w:rsidR="0092708E" w:rsidRPr="0092708E" w:rsidRDefault="0092708E" w:rsidP="00023DEF">
            <w:pPr>
              <w:pStyle w:val="SIBulletList2"/>
            </w:pPr>
            <w:r w:rsidRPr="0092708E">
              <w:t xml:space="preserve">improve productivity and long-term </w:t>
            </w:r>
            <w:proofErr w:type="gramStart"/>
            <w:r w:rsidRPr="0092708E">
              <w:t>sustainability</w:t>
            </w:r>
            <w:proofErr w:type="gramEnd"/>
          </w:p>
          <w:p w14:paraId="65E63578" w14:textId="77777777" w:rsidR="0092708E" w:rsidRPr="0092708E" w:rsidRDefault="0092708E" w:rsidP="00023DEF">
            <w:pPr>
              <w:pStyle w:val="SIBulletList2"/>
            </w:pPr>
            <w:r w:rsidRPr="0092708E">
              <w:t xml:space="preserve">provide for end product mix </w:t>
            </w:r>
            <w:proofErr w:type="gramStart"/>
            <w:r w:rsidRPr="0092708E">
              <w:t>requirements</w:t>
            </w:r>
            <w:proofErr w:type="gramEnd"/>
          </w:p>
          <w:p w14:paraId="4B9E30F5" w14:textId="1749DDF5" w:rsidR="0092708E" w:rsidRDefault="0092708E">
            <w:pPr>
              <w:pStyle w:val="SIBulletList2"/>
            </w:pPr>
            <w:r w:rsidRPr="0092708E">
              <w:t xml:space="preserve">manage notifiable </w:t>
            </w:r>
            <w:proofErr w:type="gramStart"/>
            <w:r w:rsidRPr="0092708E">
              <w:t>weeds</w:t>
            </w:r>
            <w:proofErr w:type="gramEnd"/>
          </w:p>
          <w:p w14:paraId="07D4BAE7" w14:textId="2E000459" w:rsidR="00FF2982" w:rsidRDefault="00FF2982">
            <w:pPr>
              <w:pStyle w:val="SIBulletList2"/>
            </w:pPr>
            <w:r>
              <w:t>reduce fire risk</w:t>
            </w:r>
            <w:r w:rsidR="00115B12">
              <w:t xml:space="preserve"> and </w:t>
            </w:r>
            <w:proofErr w:type="gramStart"/>
            <w:r w:rsidR="00115B12">
              <w:t>disease</w:t>
            </w:r>
            <w:proofErr w:type="gramEnd"/>
          </w:p>
          <w:p w14:paraId="51B38959" w14:textId="7FA3C86B" w:rsidR="00115B12" w:rsidRDefault="0058037D">
            <w:pPr>
              <w:pStyle w:val="SIBulletList2"/>
            </w:pPr>
            <w:r>
              <w:t>regulate</w:t>
            </w:r>
            <w:r w:rsidR="00115B12">
              <w:t xml:space="preserve"> growth </w:t>
            </w:r>
            <w:proofErr w:type="gramStart"/>
            <w:r w:rsidR="00115B12">
              <w:t>rate</w:t>
            </w:r>
            <w:proofErr w:type="gramEnd"/>
          </w:p>
          <w:p w14:paraId="73DC3569" w14:textId="037B4914" w:rsidR="00F844F2" w:rsidRPr="0092708E" w:rsidRDefault="00F844F2" w:rsidP="00023DEF">
            <w:pPr>
              <w:pStyle w:val="SIBulletList2"/>
            </w:pPr>
            <w:r>
              <w:t xml:space="preserve">reduce competition in root and </w:t>
            </w:r>
            <w:proofErr w:type="gramStart"/>
            <w:r>
              <w:t>crown</w:t>
            </w:r>
            <w:proofErr w:type="gramEnd"/>
          </w:p>
          <w:p w14:paraId="13FCAA79" w14:textId="6883FFC2" w:rsidR="00866039" w:rsidRPr="00866039" w:rsidRDefault="00866039" w:rsidP="00866039">
            <w:pPr>
              <w:pStyle w:val="SIBulletList1"/>
            </w:pPr>
            <w:r w:rsidRPr="00866039">
              <w:t xml:space="preserve">workplace procedures for planning and implementing thinning </w:t>
            </w:r>
            <w:proofErr w:type="gramStart"/>
            <w:r w:rsidRPr="00866039">
              <w:t>operations</w:t>
            </w:r>
            <w:proofErr w:type="gramEnd"/>
          </w:p>
          <w:p w14:paraId="5F249A6E" w14:textId="2AF798C2" w:rsidR="00866039" w:rsidRPr="00866039" w:rsidRDefault="00866039" w:rsidP="00866039">
            <w:pPr>
              <w:pStyle w:val="SIBulletList1"/>
            </w:pPr>
            <w:r w:rsidRPr="00866039">
              <w:t xml:space="preserve">environmental protection requirements relevant to planning and implementing thinning </w:t>
            </w:r>
            <w:proofErr w:type="gramStart"/>
            <w:r w:rsidRPr="00866039">
              <w:t>operations</w:t>
            </w:r>
            <w:proofErr w:type="gramEnd"/>
          </w:p>
          <w:p w14:paraId="1A4549D3" w14:textId="33A77FF3" w:rsidR="00866039" w:rsidRPr="00866039" w:rsidRDefault="00866039" w:rsidP="00866039">
            <w:pPr>
              <w:pStyle w:val="SIBulletList1"/>
            </w:pPr>
            <w:r w:rsidRPr="00866039">
              <w:t>methods and products used for thinning operations</w:t>
            </w:r>
            <w:r w:rsidR="006371BA">
              <w:t>,</w:t>
            </w:r>
            <w:r w:rsidRPr="00866039">
              <w:t xml:space="preserve"> including:</w:t>
            </w:r>
          </w:p>
          <w:p w14:paraId="6F2DF1A6" w14:textId="204CC9CF" w:rsidR="00866039" w:rsidRPr="00866039" w:rsidRDefault="008E6182" w:rsidP="00866039">
            <w:pPr>
              <w:pStyle w:val="SIBulletList2"/>
            </w:pPr>
            <w:r>
              <w:t xml:space="preserve">mechanical </w:t>
            </w:r>
          </w:p>
          <w:p w14:paraId="509C70E1" w14:textId="3CE6C731" w:rsidR="00866039" w:rsidRPr="00866039" w:rsidRDefault="00904889" w:rsidP="00866039">
            <w:pPr>
              <w:pStyle w:val="SIBulletList2"/>
            </w:pPr>
            <w:r>
              <w:t>chemical</w:t>
            </w:r>
          </w:p>
          <w:p w14:paraId="4739453E" w14:textId="03171EB5" w:rsidR="00051ACA" w:rsidRDefault="00051ACA" w:rsidP="00866039">
            <w:pPr>
              <w:pStyle w:val="SIBulletList1"/>
            </w:pPr>
            <w:r>
              <w:t>measurements relevant to thinning operations</w:t>
            </w:r>
            <w:r w:rsidR="004943FB">
              <w:t>:</w:t>
            </w:r>
          </w:p>
          <w:p w14:paraId="6B5EFF8B" w14:textId="77777777" w:rsidR="00051ACA" w:rsidRDefault="00051ACA" w:rsidP="00023DEF">
            <w:pPr>
              <w:pStyle w:val="SIBulletList2"/>
            </w:pPr>
            <w:r>
              <w:t>height</w:t>
            </w:r>
          </w:p>
          <w:p w14:paraId="6E363AE5" w14:textId="77777777" w:rsidR="00051ACA" w:rsidRDefault="00051ACA" w:rsidP="00023DEF">
            <w:pPr>
              <w:pStyle w:val="SIBulletList2"/>
            </w:pPr>
            <w:r>
              <w:t>girth</w:t>
            </w:r>
          </w:p>
          <w:p w14:paraId="7E5D1CE2" w14:textId="77777777" w:rsidR="00051ACA" w:rsidRDefault="00051ACA" w:rsidP="00023DEF">
            <w:pPr>
              <w:pStyle w:val="SIBulletList2"/>
            </w:pPr>
            <w:r>
              <w:t>number</w:t>
            </w:r>
          </w:p>
          <w:p w14:paraId="3DD6E31C" w14:textId="77777777" w:rsidR="00051ACA" w:rsidRDefault="00051ACA" w:rsidP="00023DEF">
            <w:pPr>
              <w:pStyle w:val="SIBulletList2"/>
            </w:pPr>
            <w:r>
              <w:t>spread</w:t>
            </w:r>
          </w:p>
          <w:p w14:paraId="0D590844" w14:textId="6C8823EB" w:rsidR="00866039" w:rsidRPr="00866039" w:rsidRDefault="00866039" w:rsidP="00866039">
            <w:pPr>
              <w:pStyle w:val="SIBulletList1"/>
            </w:pPr>
            <w:r w:rsidRPr="00866039">
              <w:t xml:space="preserve">processes for managing risks and hazards associated with thinning </w:t>
            </w:r>
            <w:proofErr w:type="gramStart"/>
            <w:r w:rsidRPr="00866039">
              <w:t>operations</w:t>
            </w:r>
            <w:proofErr w:type="gramEnd"/>
          </w:p>
          <w:p w14:paraId="063A585A" w14:textId="1E1A67B9" w:rsidR="00596481" w:rsidRDefault="00596481" w:rsidP="00866039">
            <w:pPr>
              <w:pStyle w:val="SIBulletList1"/>
            </w:pPr>
            <w:r>
              <w:t>safe handling, use, transport and storage of chemicals</w:t>
            </w:r>
          </w:p>
          <w:p w14:paraId="2B9EDF70" w14:textId="23CCE357" w:rsidR="00866039" w:rsidRPr="00866039" w:rsidRDefault="00866039" w:rsidP="00866039">
            <w:pPr>
              <w:pStyle w:val="SIBulletList1"/>
            </w:pPr>
            <w:r w:rsidRPr="00866039">
              <w:t xml:space="preserve">relevant biology and stand dynamics for the </w:t>
            </w:r>
            <w:proofErr w:type="gramStart"/>
            <w:r w:rsidRPr="00866039">
              <w:t>species</w:t>
            </w:r>
            <w:proofErr w:type="gramEnd"/>
          </w:p>
          <w:p w14:paraId="08EE9126" w14:textId="77777777" w:rsidR="00866039" w:rsidRPr="00866039" w:rsidRDefault="00866039" w:rsidP="00866039">
            <w:pPr>
              <w:pStyle w:val="SIBulletList1"/>
            </w:pPr>
            <w:r w:rsidRPr="00866039">
              <w:t xml:space="preserve">common diseases, pests and nutritional deficiencies for the species being </w:t>
            </w:r>
            <w:proofErr w:type="gramStart"/>
            <w:r w:rsidRPr="00866039">
              <w:t>thinned</w:t>
            </w:r>
            <w:proofErr w:type="gramEnd"/>
          </w:p>
          <w:p w14:paraId="434320E4" w14:textId="77777777" w:rsidR="00866039" w:rsidRPr="00866039" w:rsidRDefault="00866039" w:rsidP="00866039">
            <w:pPr>
              <w:pStyle w:val="SIBulletList1"/>
            </w:pPr>
            <w:r w:rsidRPr="00866039">
              <w:t>common weed and herbicide interactions</w:t>
            </w:r>
          </w:p>
          <w:p w14:paraId="4CA154D4" w14:textId="2901BB8E" w:rsidR="00503B1B" w:rsidRDefault="00503B1B" w:rsidP="00866039">
            <w:pPr>
              <w:pStyle w:val="SIBulletList1"/>
            </w:pPr>
            <w:r>
              <w:t>monitoring points</w:t>
            </w:r>
            <w:r w:rsidR="004943FB">
              <w:t>:</w:t>
            </w:r>
          </w:p>
          <w:p w14:paraId="2A29CCAA" w14:textId="77777777" w:rsidR="00503B1B" w:rsidRDefault="00503B1B" w:rsidP="00023DEF">
            <w:pPr>
              <w:pStyle w:val="SIBulletList2"/>
            </w:pPr>
            <w:r>
              <w:t xml:space="preserve">time </w:t>
            </w:r>
            <w:proofErr w:type="gramStart"/>
            <w:r>
              <w:t>based</w:t>
            </w:r>
            <w:proofErr w:type="gramEnd"/>
          </w:p>
          <w:p w14:paraId="458D975D" w14:textId="77777777" w:rsidR="00503B1B" w:rsidRDefault="00503B1B" w:rsidP="00023DEF">
            <w:pPr>
              <w:pStyle w:val="SIBulletList2"/>
            </w:pPr>
            <w:r>
              <w:t xml:space="preserve">frequency </w:t>
            </w:r>
            <w:proofErr w:type="gramStart"/>
            <w:r>
              <w:t>based</w:t>
            </w:r>
            <w:proofErr w:type="gramEnd"/>
          </w:p>
          <w:p w14:paraId="778D85DC" w14:textId="4D27EA70" w:rsidR="006F007B" w:rsidRDefault="006F007B" w:rsidP="00023DEF">
            <w:pPr>
              <w:pStyle w:val="SIBulletList2"/>
            </w:pPr>
            <w:r>
              <w:t>stream monitoring</w:t>
            </w:r>
          </w:p>
          <w:p w14:paraId="2F149F3F" w14:textId="77777777" w:rsidR="006F007B" w:rsidRDefault="006F007B" w:rsidP="00023DEF">
            <w:pPr>
              <w:pStyle w:val="SIBulletList2"/>
            </w:pPr>
            <w:r>
              <w:t>mechanical damage to trees</w:t>
            </w:r>
          </w:p>
          <w:p w14:paraId="0151AC9D" w14:textId="19837594" w:rsidR="00866039" w:rsidRPr="00866039" w:rsidRDefault="002322D2" w:rsidP="00866039">
            <w:pPr>
              <w:pStyle w:val="SIBulletList1"/>
            </w:pPr>
            <w:r>
              <w:t xml:space="preserve">types, safe use and </w:t>
            </w:r>
            <w:r w:rsidR="00596481">
              <w:t>maintenance</w:t>
            </w:r>
            <w:r>
              <w:t xml:space="preserve"> of </w:t>
            </w:r>
            <w:r w:rsidR="00866039" w:rsidRPr="00866039">
              <w:t xml:space="preserve">tools and equipment used for thinning </w:t>
            </w:r>
            <w:proofErr w:type="gramStart"/>
            <w:r w:rsidR="00866039" w:rsidRPr="00866039">
              <w:t>operations</w:t>
            </w:r>
            <w:proofErr w:type="gramEnd"/>
            <w:r w:rsidR="00866039" w:rsidRPr="00866039">
              <w:t xml:space="preserve"> </w:t>
            </w:r>
          </w:p>
          <w:p w14:paraId="3557B816" w14:textId="3BE454D6" w:rsidR="00866039" w:rsidRPr="00866039" w:rsidRDefault="00866039" w:rsidP="00866039">
            <w:pPr>
              <w:pStyle w:val="SIBulletList1"/>
            </w:pPr>
            <w:r w:rsidRPr="00866039">
              <w:t>authorisations and approvals processes</w:t>
            </w:r>
            <w:r w:rsidR="006371BA">
              <w:t>,</w:t>
            </w:r>
            <w:r w:rsidRPr="00866039">
              <w:t xml:space="preserve"> including:</w:t>
            </w:r>
          </w:p>
          <w:p w14:paraId="013DEE8D" w14:textId="77777777" w:rsidR="00866039" w:rsidRPr="00866039" w:rsidRDefault="00866039" w:rsidP="00866039">
            <w:pPr>
              <w:pStyle w:val="SIBulletList2"/>
            </w:pPr>
            <w:r w:rsidRPr="00866039">
              <w:t>permits</w:t>
            </w:r>
          </w:p>
          <w:p w14:paraId="3FF54BEF" w14:textId="77777777" w:rsidR="00866039" w:rsidRPr="00866039" w:rsidRDefault="00866039" w:rsidP="00866039">
            <w:pPr>
              <w:pStyle w:val="SIBulletList2"/>
            </w:pPr>
            <w:r w:rsidRPr="00866039">
              <w:t>approvals</w:t>
            </w:r>
          </w:p>
          <w:p w14:paraId="406EF491" w14:textId="77777777" w:rsidR="00866039" w:rsidRPr="00866039" w:rsidRDefault="00866039" w:rsidP="00866039">
            <w:pPr>
              <w:pStyle w:val="SIBulletList2"/>
            </w:pPr>
            <w:r w:rsidRPr="00866039">
              <w:t xml:space="preserve">licenses relating to neighbouring sites or </w:t>
            </w:r>
            <w:proofErr w:type="gramStart"/>
            <w:r w:rsidRPr="00866039">
              <w:t>properties</w:t>
            </w:r>
            <w:proofErr w:type="gramEnd"/>
          </w:p>
          <w:p w14:paraId="7BA9391C" w14:textId="77777777" w:rsidR="00866039" w:rsidRPr="00866039" w:rsidRDefault="00866039" w:rsidP="00866039">
            <w:pPr>
              <w:pStyle w:val="SIBulletList2"/>
            </w:pPr>
            <w:r w:rsidRPr="00866039">
              <w:t>hours of operation</w:t>
            </w:r>
          </w:p>
          <w:p w14:paraId="2600F098" w14:textId="77777777" w:rsidR="00866039" w:rsidRPr="00866039" w:rsidRDefault="00866039" w:rsidP="00866039">
            <w:pPr>
              <w:pStyle w:val="SIBulletList2"/>
            </w:pPr>
            <w:r w:rsidRPr="00866039">
              <w:t>use and application of chemicals.</w:t>
            </w:r>
          </w:p>
          <w:p w14:paraId="594042BC" w14:textId="4284FA19" w:rsidR="00F1480E" w:rsidRPr="000754EC" w:rsidRDefault="00866039" w:rsidP="00866039">
            <w:pPr>
              <w:pStyle w:val="SIBulletList1"/>
            </w:pPr>
            <w:r w:rsidRPr="00866039">
              <w:t>procedures for recording and reporting workplace information</w:t>
            </w:r>
            <w:r w:rsidR="004943F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FAAA760" w14:textId="77777777" w:rsidR="00A64D7E" w:rsidRPr="00023DEF" w:rsidRDefault="00A64D7E" w:rsidP="008840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0E3E28B" w14:textId="77777777" w:rsidR="00A64D7E" w:rsidRPr="00023DEF" w:rsidRDefault="00A64D7E" w:rsidP="0088403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176D214" w14:textId="027B74D1" w:rsidR="00A64D7E" w:rsidRPr="00023DEF" w:rsidRDefault="00A64D7E" w:rsidP="0088403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023DEF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46660C1A" w14:textId="77777777" w:rsidR="00A64D7E" w:rsidRPr="00023DEF" w:rsidRDefault="00A64D7E" w:rsidP="0088403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3EB1C2F" w14:textId="03C2C194" w:rsidR="00A64D7E" w:rsidRPr="0088403B" w:rsidRDefault="0088403B" w:rsidP="0088403B">
            <w:pPr>
              <w:pStyle w:val="SIBulletList2"/>
            </w:pPr>
            <w:r w:rsidRPr="0088403B">
              <w:t xml:space="preserve">forest or plantation </w:t>
            </w:r>
            <w:r w:rsidR="00B7374F">
              <w:t>stand</w:t>
            </w:r>
            <w:r w:rsidR="00A64D7E" w:rsidRPr="0088403B">
              <w:t xml:space="preserve"> </w:t>
            </w:r>
            <w:r w:rsidRPr="0088403B">
              <w:t xml:space="preserve">to be </w:t>
            </w:r>
            <w:proofErr w:type="gramStart"/>
            <w:r w:rsidRPr="0088403B">
              <w:t>thinned</w:t>
            </w:r>
            <w:proofErr w:type="gramEnd"/>
          </w:p>
          <w:p w14:paraId="1FE9D7E2" w14:textId="22D14BD9" w:rsidR="00A64D7E" w:rsidRPr="00023DEF" w:rsidRDefault="00A64D7E" w:rsidP="0088403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23DEF">
              <w:rPr>
                <w:rStyle w:val="SITemporaryText-red"/>
                <w:color w:val="auto"/>
                <w:sz w:val="20"/>
              </w:rPr>
              <w:t xml:space="preserve">personnel to </w:t>
            </w:r>
            <w:r w:rsidR="0088403B" w:rsidRPr="00023DEF">
              <w:rPr>
                <w:rStyle w:val="SITemporaryText-red"/>
                <w:color w:val="auto"/>
                <w:sz w:val="20"/>
              </w:rPr>
              <w:t xml:space="preserve">undertake </w:t>
            </w:r>
            <w:r w:rsidR="0088403B" w:rsidRPr="0088403B">
              <w:t xml:space="preserve">thinning </w:t>
            </w:r>
            <w:proofErr w:type="gramStart"/>
            <w:r w:rsidR="0088403B" w:rsidRPr="0088403B">
              <w:t>operations</w:t>
            </w:r>
            <w:proofErr w:type="gramEnd"/>
          </w:p>
          <w:p w14:paraId="690BBB7C" w14:textId="77777777" w:rsidR="00A64D7E" w:rsidRPr="00A64D7E" w:rsidRDefault="00A64D7E" w:rsidP="00A64D7E">
            <w:pPr>
              <w:pStyle w:val="SIBulletList1"/>
            </w:pPr>
            <w:r w:rsidRPr="00A64D7E">
              <w:t>specifications:</w:t>
            </w:r>
          </w:p>
          <w:p w14:paraId="4D90A152" w14:textId="0FE4129D" w:rsidR="00A64D7E" w:rsidRPr="00A64D7E" w:rsidRDefault="00A64D7E" w:rsidP="00A64D7E">
            <w:pPr>
              <w:pStyle w:val="SIBulletList2"/>
            </w:pPr>
            <w:r w:rsidRPr="00A64D7E">
              <w:t xml:space="preserve">access to workplace </w:t>
            </w:r>
            <w:r w:rsidR="0065404C">
              <w:t xml:space="preserve">health, safety and environmental </w:t>
            </w:r>
            <w:r w:rsidRPr="00A64D7E">
              <w:t xml:space="preserve">policies and procedures applicable to </w:t>
            </w:r>
            <w:r w:rsidR="0088403B">
              <w:t>thinning operations</w:t>
            </w:r>
          </w:p>
          <w:p w14:paraId="78D340F5" w14:textId="6B9FE889" w:rsidR="00A64D7E" w:rsidRPr="0065404C" w:rsidRDefault="00A64D7E" w:rsidP="00A64D7E">
            <w:pPr>
              <w:pStyle w:val="SIBulletList2"/>
              <w:rPr>
                <w:color w:val="FF0000"/>
                <w:sz w:val="22"/>
              </w:rPr>
            </w:pPr>
            <w:r w:rsidRPr="00A64D7E">
              <w:t xml:space="preserve">workplace procedures for </w:t>
            </w:r>
            <w:r w:rsidR="0088403B">
              <w:t xml:space="preserve">thinning </w:t>
            </w:r>
            <w:r w:rsidR="0037265C">
              <w:t>operations</w:t>
            </w:r>
            <w:r w:rsidR="0065404C">
              <w:t>.</w:t>
            </w:r>
          </w:p>
          <w:p w14:paraId="70A8B7B1" w14:textId="77777777" w:rsidR="0065404C" w:rsidRPr="00A64D7E" w:rsidRDefault="0065404C" w:rsidP="0065404C">
            <w:pPr>
              <w:pStyle w:val="SIBulletList2"/>
              <w:numPr>
                <w:ilvl w:val="0"/>
                <w:numId w:val="0"/>
              </w:numPr>
              <w:ind w:left="714"/>
              <w:rPr>
                <w:rStyle w:val="SITemporaryText-red"/>
              </w:rPr>
            </w:pPr>
          </w:p>
          <w:p w14:paraId="408F0CDB" w14:textId="5CE50931" w:rsidR="00DA54B5" w:rsidRPr="00DA54B5" w:rsidRDefault="00A64D7E" w:rsidP="00023DEF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88403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B2A1" w14:textId="77777777" w:rsidR="00431DC8" w:rsidRDefault="00431DC8" w:rsidP="00BF3F0A">
      <w:r>
        <w:separator/>
      </w:r>
    </w:p>
    <w:p w14:paraId="7B206F94" w14:textId="77777777" w:rsidR="00431DC8" w:rsidRDefault="00431DC8"/>
  </w:endnote>
  <w:endnote w:type="continuationSeparator" w:id="0">
    <w:p w14:paraId="1C42802A" w14:textId="77777777" w:rsidR="00431DC8" w:rsidRDefault="00431DC8" w:rsidP="00BF3F0A">
      <w:r>
        <w:continuationSeparator/>
      </w:r>
    </w:p>
    <w:p w14:paraId="3E3B7D9C" w14:textId="77777777" w:rsidR="00431DC8" w:rsidRDefault="00431DC8"/>
  </w:endnote>
  <w:endnote w:type="continuationNotice" w:id="1">
    <w:p w14:paraId="633FA61F" w14:textId="77777777" w:rsidR="00431DC8" w:rsidRDefault="0043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DE47" w14:textId="77777777" w:rsidR="00431DC8" w:rsidRDefault="00431DC8" w:rsidP="00BF3F0A">
      <w:r>
        <w:separator/>
      </w:r>
    </w:p>
    <w:p w14:paraId="37091A31" w14:textId="77777777" w:rsidR="00431DC8" w:rsidRDefault="00431DC8"/>
  </w:footnote>
  <w:footnote w:type="continuationSeparator" w:id="0">
    <w:p w14:paraId="448602D8" w14:textId="77777777" w:rsidR="00431DC8" w:rsidRDefault="00431DC8" w:rsidP="00BF3F0A">
      <w:r>
        <w:continuationSeparator/>
      </w:r>
    </w:p>
    <w:p w14:paraId="6428044A" w14:textId="77777777" w:rsidR="00431DC8" w:rsidRDefault="00431DC8"/>
  </w:footnote>
  <w:footnote w:type="continuationNotice" w:id="1">
    <w:p w14:paraId="2D0A65A9" w14:textId="77777777" w:rsidR="00431DC8" w:rsidRDefault="0043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D9F37C0" w:rsidR="009C2650" w:rsidRPr="00866039" w:rsidRDefault="00B7374F" w:rsidP="00866039">
    <w:r w:rsidRPr="00B7374F">
      <w:t>FWPFGM4XXX</w:t>
    </w:r>
    <w:r w:rsidR="00866039" w:rsidRPr="00866039">
      <w:t xml:space="preserve"> </w:t>
    </w:r>
    <w:r w:rsidR="001336C7" w:rsidRPr="001336C7">
      <w:t xml:space="preserve">Plan for and coordinate thinning operations in a native forest or </w:t>
    </w:r>
    <w:proofErr w:type="gramStart"/>
    <w:r w:rsidR="001336C7" w:rsidRPr="001336C7">
      <w:t>plantation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E2A"/>
    <w:multiLevelType w:val="multilevel"/>
    <w:tmpl w:val="8744E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5072A"/>
    <w:multiLevelType w:val="multilevel"/>
    <w:tmpl w:val="FBA45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94E70"/>
    <w:multiLevelType w:val="multilevel"/>
    <w:tmpl w:val="ACC0C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7586E"/>
    <w:multiLevelType w:val="multilevel"/>
    <w:tmpl w:val="8B642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46828"/>
    <w:multiLevelType w:val="multilevel"/>
    <w:tmpl w:val="33524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1D527D"/>
    <w:multiLevelType w:val="multilevel"/>
    <w:tmpl w:val="BA781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5262C2"/>
    <w:multiLevelType w:val="multilevel"/>
    <w:tmpl w:val="E6C6F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3B599D"/>
    <w:multiLevelType w:val="multilevel"/>
    <w:tmpl w:val="69963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437C55"/>
    <w:multiLevelType w:val="multilevel"/>
    <w:tmpl w:val="4FA4C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473CF8"/>
    <w:multiLevelType w:val="multilevel"/>
    <w:tmpl w:val="8C8EC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0F0CA0"/>
    <w:multiLevelType w:val="multilevel"/>
    <w:tmpl w:val="04348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803639"/>
    <w:multiLevelType w:val="multilevel"/>
    <w:tmpl w:val="EC3C5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1E53D6"/>
    <w:multiLevelType w:val="multilevel"/>
    <w:tmpl w:val="19AC3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800B09"/>
    <w:multiLevelType w:val="multilevel"/>
    <w:tmpl w:val="0EA08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F4514B"/>
    <w:multiLevelType w:val="multilevel"/>
    <w:tmpl w:val="D97A9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296806"/>
    <w:multiLevelType w:val="multilevel"/>
    <w:tmpl w:val="05F00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0BC635B"/>
    <w:multiLevelType w:val="multilevel"/>
    <w:tmpl w:val="DC067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71D6FB5"/>
    <w:multiLevelType w:val="multilevel"/>
    <w:tmpl w:val="8CC00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02A65"/>
    <w:multiLevelType w:val="multilevel"/>
    <w:tmpl w:val="1EE24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A26698"/>
    <w:multiLevelType w:val="multilevel"/>
    <w:tmpl w:val="3D1A9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373716"/>
    <w:multiLevelType w:val="multilevel"/>
    <w:tmpl w:val="169CD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F081D"/>
    <w:multiLevelType w:val="multilevel"/>
    <w:tmpl w:val="CB96E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220052"/>
    <w:multiLevelType w:val="multilevel"/>
    <w:tmpl w:val="ED7AE0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10161D5"/>
    <w:multiLevelType w:val="multilevel"/>
    <w:tmpl w:val="DF3E1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C37C43"/>
    <w:multiLevelType w:val="multilevel"/>
    <w:tmpl w:val="DB1E8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465CC2"/>
    <w:multiLevelType w:val="multilevel"/>
    <w:tmpl w:val="8A7E6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F73E93"/>
    <w:multiLevelType w:val="multilevel"/>
    <w:tmpl w:val="8CE6B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0A7FFB"/>
    <w:multiLevelType w:val="multilevel"/>
    <w:tmpl w:val="28B292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4B3A80"/>
    <w:multiLevelType w:val="multilevel"/>
    <w:tmpl w:val="FAE4A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186D1C"/>
    <w:multiLevelType w:val="multilevel"/>
    <w:tmpl w:val="4918B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C36CB5"/>
    <w:multiLevelType w:val="multilevel"/>
    <w:tmpl w:val="5090F2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503AF5"/>
    <w:multiLevelType w:val="multilevel"/>
    <w:tmpl w:val="F822F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CC444F"/>
    <w:multiLevelType w:val="multilevel"/>
    <w:tmpl w:val="B3184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90800"/>
    <w:multiLevelType w:val="multilevel"/>
    <w:tmpl w:val="35789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940D9A"/>
    <w:multiLevelType w:val="multilevel"/>
    <w:tmpl w:val="E348F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6855EB"/>
    <w:multiLevelType w:val="multilevel"/>
    <w:tmpl w:val="C2F4A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C2005C"/>
    <w:multiLevelType w:val="multilevel"/>
    <w:tmpl w:val="FF1C7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7A0977"/>
    <w:multiLevelType w:val="multilevel"/>
    <w:tmpl w:val="B0D0B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0907B0"/>
    <w:multiLevelType w:val="multilevel"/>
    <w:tmpl w:val="45A07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834087"/>
    <w:multiLevelType w:val="multilevel"/>
    <w:tmpl w:val="93849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6"/>
  </w:num>
  <w:num w:numId="3">
    <w:abstractNumId w:val="27"/>
  </w:num>
  <w:num w:numId="4">
    <w:abstractNumId w:val="18"/>
  </w:num>
  <w:num w:numId="5">
    <w:abstractNumId w:val="35"/>
  </w:num>
  <w:num w:numId="6">
    <w:abstractNumId w:val="32"/>
  </w:num>
  <w:num w:numId="7">
    <w:abstractNumId w:val="10"/>
  </w:num>
  <w:num w:numId="8">
    <w:abstractNumId w:val="25"/>
  </w:num>
  <w:num w:numId="9">
    <w:abstractNumId w:val="43"/>
  </w:num>
  <w:num w:numId="10">
    <w:abstractNumId w:val="30"/>
  </w:num>
  <w:num w:numId="11">
    <w:abstractNumId w:val="1"/>
  </w:num>
  <w:num w:numId="12">
    <w:abstractNumId w:val="24"/>
  </w:num>
  <w:num w:numId="13">
    <w:abstractNumId w:val="36"/>
  </w:num>
  <w:num w:numId="14">
    <w:abstractNumId w:val="2"/>
  </w:num>
  <w:num w:numId="15">
    <w:abstractNumId w:val="16"/>
  </w:num>
  <w:num w:numId="16">
    <w:abstractNumId w:val="13"/>
  </w:num>
  <w:num w:numId="17">
    <w:abstractNumId w:val="21"/>
  </w:num>
  <w:num w:numId="18">
    <w:abstractNumId w:val="6"/>
  </w:num>
  <w:num w:numId="19">
    <w:abstractNumId w:val="12"/>
  </w:num>
  <w:num w:numId="20">
    <w:abstractNumId w:val="3"/>
  </w:num>
  <w:num w:numId="21">
    <w:abstractNumId w:val="44"/>
  </w:num>
  <w:num w:numId="22">
    <w:abstractNumId w:val="0"/>
  </w:num>
  <w:num w:numId="23">
    <w:abstractNumId w:val="31"/>
  </w:num>
  <w:num w:numId="24">
    <w:abstractNumId w:val="34"/>
  </w:num>
  <w:num w:numId="25">
    <w:abstractNumId w:val="20"/>
  </w:num>
  <w:num w:numId="26">
    <w:abstractNumId w:val="33"/>
  </w:num>
  <w:num w:numId="27">
    <w:abstractNumId w:val="42"/>
  </w:num>
  <w:num w:numId="28">
    <w:abstractNumId w:val="23"/>
  </w:num>
  <w:num w:numId="29">
    <w:abstractNumId w:val="15"/>
  </w:num>
  <w:num w:numId="30">
    <w:abstractNumId w:val="41"/>
  </w:num>
  <w:num w:numId="31">
    <w:abstractNumId w:val="39"/>
  </w:num>
  <w:num w:numId="32">
    <w:abstractNumId w:val="40"/>
  </w:num>
  <w:num w:numId="33">
    <w:abstractNumId w:val="9"/>
  </w:num>
  <w:num w:numId="34">
    <w:abstractNumId w:val="8"/>
  </w:num>
  <w:num w:numId="35">
    <w:abstractNumId w:val="7"/>
  </w:num>
  <w:num w:numId="36">
    <w:abstractNumId w:val="14"/>
  </w:num>
  <w:num w:numId="37">
    <w:abstractNumId w:val="28"/>
  </w:num>
  <w:num w:numId="38">
    <w:abstractNumId w:val="11"/>
  </w:num>
  <w:num w:numId="39">
    <w:abstractNumId w:val="22"/>
  </w:num>
  <w:num w:numId="40">
    <w:abstractNumId w:val="37"/>
  </w:num>
  <w:num w:numId="41">
    <w:abstractNumId w:val="4"/>
  </w:num>
  <w:num w:numId="42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xMjCyNDQ3NzE2NjRS0lEKTi0uzszPAykwqgUAcW5fSC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1686"/>
    <w:rsid w:val="00023593"/>
    <w:rsid w:val="00023992"/>
    <w:rsid w:val="00023DEF"/>
    <w:rsid w:val="00025A29"/>
    <w:rsid w:val="00027529"/>
    <w:rsid w:val="000275AE"/>
    <w:rsid w:val="00041E59"/>
    <w:rsid w:val="0004396F"/>
    <w:rsid w:val="00051ACA"/>
    <w:rsid w:val="00054257"/>
    <w:rsid w:val="00064BFE"/>
    <w:rsid w:val="00066F55"/>
    <w:rsid w:val="00070B3E"/>
    <w:rsid w:val="00071F95"/>
    <w:rsid w:val="000737BB"/>
    <w:rsid w:val="00074E47"/>
    <w:rsid w:val="000754EC"/>
    <w:rsid w:val="00080DB6"/>
    <w:rsid w:val="00081C68"/>
    <w:rsid w:val="0009093B"/>
    <w:rsid w:val="00093CCB"/>
    <w:rsid w:val="000A5441"/>
    <w:rsid w:val="000B1E10"/>
    <w:rsid w:val="000B2022"/>
    <w:rsid w:val="000C017D"/>
    <w:rsid w:val="000C149A"/>
    <w:rsid w:val="000C165B"/>
    <w:rsid w:val="000C224E"/>
    <w:rsid w:val="000E25E6"/>
    <w:rsid w:val="000E2C86"/>
    <w:rsid w:val="000E416A"/>
    <w:rsid w:val="000F29F2"/>
    <w:rsid w:val="000F2FAD"/>
    <w:rsid w:val="00101659"/>
    <w:rsid w:val="00105AEA"/>
    <w:rsid w:val="001078BF"/>
    <w:rsid w:val="00115B12"/>
    <w:rsid w:val="00132A5A"/>
    <w:rsid w:val="001336C7"/>
    <w:rsid w:val="00133957"/>
    <w:rsid w:val="001372F6"/>
    <w:rsid w:val="0014031A"/>
    <w:rsid w:val="00144385"/>
    <w:rsid w:val="0014644C"/>
    <w:rsid w:val="00146EEC"/>
    <w:rsid w:val="00151D55"/>
    <w:rsid w:val="00151D93"/>
    <w:rsid w:val="001557F6"/>
    <w:rsid w:val="00156EF3"/>
    <w:rsid w:val="00160838"/>
    <w:rsid w:val="001655E7"/>
    <w:rsid w:val="00176E4F"/>
    <w:rsid w:val="0018546B"/>
    <w:rsid w:val="001908BB"/>
    <w:rsid w:val="00192750"/>
    <w:rsid w:val="001944DD"/>
    <w:rsid w:val="001A32D0"/>
    <w:rsid w:val="001A48E9"/>
    <w:rsid w:val="001A6A3E"/>
    <w:rsid w:val="001A7B6D"/>
    <w:rsid w:val="001B34D5"/>
    <w:rsid w:val="001B513A"/>
    <w:rsid w:val="001C0A75"/>
    <w:rsid w:val="001C1306"/>
    <w:rsid w:val="001D30EB"/>
    <w:rsid w:val="001D4B34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2D2"/>
    <w:rsid w:val="00233143"/>
    <w:rsid w:val="00234444"/>
    <w:rsid w:val="00242293"/>
    <w:rsid w:val="002422DB"/>
    <w:rsid w:val="00244EA7"/>
    <w:rsid w:val="00254744"/>
    <w:rsid w:val="00262FC3"/>
    <w:rsid w:val="0026394F"/>
    <w:rsid w:val="002679E4"/>
    <w:rsid w:val="00267AF6"/>
    <w:rsid w:val="0027191C"/>
    <w:rsid w:val="00273372"/>
    <w:rsid w:val="00276DB8"/>
    <w:rsid w:val="00280859"/>
    <w:rsid w:val="00282664"/>
    <w:rsid w:val="00285FB8"/>
    <w:rsid w:val="00293F7D"/>
    <w:rsid w:val="00294251"/>
    <w:rsid w:val="002970C3"/>
    <w:rsid w:val="002A46E5"/>
    <w:rsid w:val="002A4CD3"/>
    <w:rsid w:val="002A537C"/>
    <w:rsid w:val="002A6CC4"/>
    <w:rsid w:val="002C4122"/>
    <w:rsid w:val="002C55E9"/>
    <w:rsid w:val="002D0C8B"/>
    <w:rsid w:val="002D330A"/>
    <w:rsid w:val="002D5D65"/>
    <w:rsid w:val="002D730A"/>
    <w:rsid w:val="002E170C"/>
    <w:rsid w:val="002E193E"/>
    <w:rsid w:val="003026F3"/>
    <w:rsid w:val="0030573B"/>
    <w:rsid w:val="00305EFF"/>
    <w:rsid w:val="00310A6A"/>
    <w:rsid w:val="003144E6"/>
    <w:rsid w:val="003265E7"/>
    <w:rsid w:val="00332D18"/>
    <w:rsid w:val="00334362"/>
    <w:rsid w:val="00337E82"/>
    <w:rsid w:val="00346FDC"/>
    <w:rsid w:val="00350BB1"/>
    <w:rsid w:val="00352C83"/>
    <w:rsid w:val="00363B6E"/>
    <w:rsid w:val="00366805"/>
    <w:rsid w:val="0037067D"/>
    <w:rsid w:val="003721DF"/>
    <w:rsid w:val="0037265C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BDA"/>
    <w:rsid w:val="003C7152"/>
    <w:rsid w:val="003D151A"/>
    <w:rsid w:val="003D2E73"/>
    <w:rsid w:val="003E4840"/>
    <w:rsid w:val="003E72B6"/>
    <w:rsid w:val="003E7BBE"/>
    <w:rsid w:val="004127E3"/>
    <w:rsid w:val="00415F30"/>
    <w:rsid w:val="0042181F"/>
    <w:rsid w:val="00421D1D"/>
    <w:rsid w:val="00431DC8"/>
    <w:rsid w:val="0043212E"/>
    <w:rsid w:val="00432413"/>
    <w:rsid w:val="00434366"/>
    <w:rsid w:val="00434ECE"/>
    <w:rsid w:val="00441CE9"/>
    <w:rsid w:val="00444423"/>
    <w:rsid w:val="00452F3E"/>
    <w:rsid w:val="0046239A"/>
    <w:rsid w:val="004640AE"/>
    <w:rsid w:val="004679E3"/>
    <w:rsid w:val="00475172"/>
    <w:rsid w:val="004758B0"/>
    <w:rsid w:val="00477039"/>
    <w:rsid w:val="004832D2"/>
    <w:rsid w:val="004851ED"/>
    <w:rsid w:val="00485559"/>
    <w:rsid w:val="004943FB"/>
    <w:rsid w:val="004A0842"/>
    <w:rsid w:val="004A142B"/>
    <w:rsid w:val="004A3860"/>
    <w:rsid w:val="004A44E8"/>
    <w:rsid w:val="004A581D"/>
    <w:rsid w:val="004A7706"/>
    <w:rsid w:val="004A77E3"/>
    <w:rsid w:val="004B0334"/>
    <w:rsid w:val="004B29B7"/>
    <w:rsid w:val="004B7A28"/>
    <w:rsid w:val="004C2244"/>
    <w:rsid w:val="004C647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07B"/>
    <w:rsid w:val="004F629E"/>
    <w:rsid w:val="004F78DA"/>
    <w:rsid w:val="00503B1B"/>
    <w:rsid w:val="005145AB"/>
    <w:rsid w:val="00515E82"/>
    <w:rsid w:val="00520E9A"/>
    <w:rsid w:val="005248C1"/>
    <w:rsid w:val="005253B1"/>
    <w:rsid w:val="00526134"/>
    <w:rsid w:val="00527757"/>
    <w:rsid w:val="005317E3"/>
    <w:rsid w:val="005405B2"/>
    <w:rsid w:val="005427C8"/>
    <w:rsid w:val="005433B9"/>
    <w:rsid w:val="005446D1"/>
    <w:rsid w:val="005453FA"/>
    <w:rsid w:val="00552C1F"/>
    <w:rsid w:val="00556C4C"/>
    <w:rsid w:val="00557369"/>
    <w:rsid w:val="00557D22"/>
    <w:rsid w:val="00562F40"/>
    <w:rsid w:val="00564ADD"/>
    <w:rsid w:val="005708EB"/>
    <w:rsid w:val="00575BC6"/>
    <w:rsid w:val="0058037D"/>
    <w:rsid w:val="005817AB"/>
    <w:rsid w:val="00581C55"/>
    <w:rsid w:val="00583902"/>
    <w:rsid w:val="00596481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1BDA"/>
    <w:rsid w:val="005F33CC"/>
    <w:rsid w:val="005F771F"/>
    <w:rsid w:val="006119FE"/>
    <w:rsid w:val="006121D4"/>
    <w:rsid w:val="00612225"/>
    <w:rsid w:val="00613B49"/>
    <w:rsid w:val="00613DCB"/>
    <w:rsid w:val="00616845"/>
    <w:rsid w:val="00620E8E"/>
    <w:rsid w:val="00633CFE"/>
    <w:rsid w:val="00634FCA"/>
    <w:rsid w:val="006371BA"/>
    <w:rsid w:val="00640C66"/>
    <w:rsid w:val="00643D1B"/>
    <w:rsid w:val="006452B0"/>
    <w:rsid w:val="006452B8"/>
    <w:rsid w:val="00652E62"/>
    <w:rsid w:val="0065404C"/>
    <w:rsid w:val="00686A49"/>
    <w:rsid w:val="00687B62"/>
    <w:rsid w:val="00690C44"/>
    <w:rsid w:val="006969D9"/>
    <w:rsid w:val="00696F60"/>
    <w:rsid w:val="006A0C8E"/>
    <w:rsid w:val="006A2B68"/>
    <w:rsid w:val="006B7B07"/>
    <w:rsid w:val="006C2F32"/>
    <w:rsid w:val="006C3FC4"/>
    <w:rsid w:val="006D1AF9"/>
    <w:rsid w:val="006D38C3"/>
    <w:rsid w:val="006D4448"/>
    <w:rsid w:val="006D554C"/>
    <w:rsid w:val="006D6AC4"/>
    <w:rsid w:val="006D6DFD"/>
    <w:rsid w:val="006E2428"/>
    <w:rsid w:val="006E2C4D"/>
    <w:rsid w:val="006E42FE"/>
    <w:rsid w:val="006E6892"/>
    <w:rsid w:val="006F007B"/>
    <w:rsid w:val="006F0D02"/>
    <w:rsid w:val="006F10FE"/>
    <w:rsid w:val="006F3622"/>
    <w:rsid w:val="00705EEC"/>
    <w:rsid w:val="00707741"/>
    <w:rsid w:val="007134FE"/>
    <w:rsid w:val="007142E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B54"/>
    <w:rsid w:val="00781504"/>
    <w:rsid w:val="00781D77"/>
    <w:rsid w:val="00783549"/>
    <w:rsid w:val="007860B7"/>
    <w:rsid w:val="00786DC8"/>
    <w:rsid w:val="007A300D"/>
    <w:rsid w:val="007D5A78"/>
    <w:rsid w:val="007E2722"/>
    <w:rsid w:val="007E3BD1"/>
    <w:rsid w:val="007F1563"/>
    <w:rsid w:val="007F1EB2"/>
    <w:rsid w:val="007F44DB"/>
    <w:rsid w:val="007F5A8B"/>
    <w:rsid w:val="0080167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277"/>
    <w:rsid w:val="00865011"/>
    <w:rsid w:val="00866039"/>
    <w:rsid w:val="00873E27"/>
    <w:rsid w:val="0088403B"/>
    <w:rsid w:val="00886790"/>
    <w:rsid w:val="008908DE"/>
    <w:rsid w:val="00894508"/>
    <w:rsid w:val="008A12ED"/>
    <w:rsid w:val="008A39D3"/>
    <w:rsid w:val="008B2C77"/>
    <w:rsid w:val="008B4AD2"/>
    <w:rsid w:val="008B7138"/>
    <w:rsid w:val="008C117E"/>
    <w:rsid w:val="008D05DC"/>
    <w:rsid w:val="008E260C"/>
    <w:rsid w:val="008E39BE"/>
    <w:rsid w:val="008E6182"/>
    <w:rsid w:val="008E62EC"/>
    <w:rsid w:val="008F32F6"/>
    <w:rsid w:val="00904889"/>
    <w:rsid w:val="0091182E"/>
    <w:rsid w:val="00916285"/>
    <w:rsid w:val="00916CD7"/>
    <w:rsid w:val="00920927"/>
    <w:rsid w:val="00921B38"/>
    <w:rsid w:val="00923659"/>
    <w:rsid w:val="00923720"/>
    <w:rsid w:val="00925409"/>
    <w:rsid w:val="00926FA5"/>
    <w:rsid w:val="0092708E"/>
    <w:rsid w:val="009278C9"/>
    <w:rsid w:val="00932CD7"/>
    <w:rsid w:val="00944C09"/>
    <w:rsid w:val="009527CB"/>
    <w:rsid w:val="00953835"/>
    <w:rsid w:val="00960F6C"/>
    <w:rsid w:val="0096486C"/>
    <w:rsid w:val="009666B5"/>
    <w:rsid w:val="00970747"/>
    <w:rsid w:val="00991BC7"/>
    <w:rsid w:val="00997BFC"/>
    <w:rsid w:val="009A5900"/>
    <w:rsid w:val="009A64CB"/>
    <w:rsid w:val="009A6E6C"/>
    <w:rsid w:val="009A6F3F"/>
    <w:rsid w:val="009B331A"/>
    <w:rsid w:val="009B3331"/>
    <w:rsid w:val="009C2650"/>
    <w:rsid w:val="009D15E2"/>
    <w:rsid w:val="009D15FE"/>
    <w:rsid w:val="009D4F5E"/>
    <w:rsid w:val="009D5D2C"/>
    <w:rsid w:val="009E42F1"/>
    <w:rsid w:val="009E72F0"/>
    <w:rsid w:val="009F0DCC"/>
    <w:rsid w:val="009F11CA"/>
    <w:rsid w:val="009F240F"/>
    <w:rsid w:val="009F2B2E"/>
    <w:rsid w:val="00A006A4"/>
    <w:rsid w:val="00A0471C"/>
    <w:rsid w:val="00A0695B"/>
    <w:rsid w:val="00A13052"/>
    <w:rsid w:val="00A13A55"/>
    <w:rsid w:val="00A14A67"/>
    <w:rsid w:val="00A16C0A"/>
    <w:rsid w:val="00A216A8"/>
    <w:rsid w:val="00A223A6"/>
    <w:rsid w:val="00A2360B"/>
    <w:rsid w:val="00A3639E"/>
    <w:rsid w:val="00A43802"/>
    <w:rsid w:val="00A5092E"/>
    <w:rsid w:val="00A554D6"/>
    <w:rsid w:val="00A56E14"/>
    <w:rsid w:val="00A6476B"/>
    <w:rsid w:val="00A64D7E"/>
    <w:rsid w:val="00A708EC"/>
    <w:rsid w:val="00A756C1"/>
    <w:rsid w:val="00A76C6C"/>
    <w:rsid w:val="00A87356"/>
    <w:rsid w:val="00A91FAE"/>
    <w:rsid w:val="00A92DD1"/>
    <w:rsid w:val="00A97143"/>
    <w:rsid w:val="00AA4120"/>
    <w:rsid w:val="00AA5338"/>
    <w:rsid w:val="00AB1B8E"/>
    <w:rsid w:val="00AB3EC1"/>
    <w:rsid w:val="00AB46DE"/>
    <w:rsid w:val="00AB51ED"/>
    <w:rsid w:val="00AB6878"/>
    <w:rsid w:val="00AC0696"/>
    <w:rsid w:val="00AC4C98"/>
    <w:rsid w:val="00AC5F6B"/>
    <w:rsid w:val="00AD10DC"/>
    <w:rsid w:val="00AD1CA6"/>
    <w:rsid w:val="00AD3896"/>
    <w:rsid w:val="00AD5B47"/>
    <w:rsid w:val="00AE1ED9"/>
    <w:rsid w:val="00AE32CB"/>
    <w:rsid w:val="00AF2943"/>
    <w:rsid w:val="00AF2B35"/>
    <w:rsid w:val="00AF3957"/>
    <w:rsid w:val="00B0712C"/>
    <w:rsid w:val="00B12013"/>
    <w:rsid w:val="00B17F7B"/>
    <w:rsid w:val="00B20E66"/>
    <w:rsid w:val="00B22C67"/>
    <w:rsid w:val="00B23BE1"/>
    <w:rsid w:val="00B3508F"/>
    <w:rsid w:val="00B443EE"/>
    <w:rsid w:val="00B51B40"/>
    <w:rsid w:val="00B560C8"/>
    <w:rsid w:val="00B61150"/>
    <w:rsid w:val="00B65BC7"/>
    <w:rsid w:val="00B72514"/>
    <w:rsid w:val="00B7374F"/>
    <w:rsid w:val="00B746B9"/>
    <w:rsid w:val="00B77805"/>
    <w:rsid w:val="00B848D4"/>
    <w:rsid w:val="00B865B7"/>
    <w:rsid w:val="00B91B97"/>
    <w:rsid w:val="00BA1CB1"/>
    <w:rsid w:val="00BA35AD"/>
    <w:rsid w:val="00BA4178"/>
    <w:rsid w:val="00BA482D"/>
    <w:rsid w:val="00BB1755"/>
    <w:rsid w:val="00BB23F4"/>
    <w:rsid w:val="00BC1A92"/>
    <w:rsid w:val="00BC5075"/>
    <w:rsid w:val="00BC5419"/>
    <w:rsid w:val="00BD3B0F"/>
    <w:rsid w:val="00BD41AA"/>
    <w:rsid w:val="00BE5889"/>
    <w:rsid w:val="00BF1D4C"/>
    <w:rsid w:val="00BF3C88"/>
    <w:rsid w:val="00BF3F0A"/>
    <w:rsid w:val="00BF6175"/>
    <w:rsid w:val="00C0248C"/>
    <w:rsid w:val="00C13B5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7ED5"/>
    <w:rsid w:val="00C82D93"/>
    <w:rsid w:val="00C83BA5"/>
    <w:rsid w:val="00C96AF3"/>
    <w:rsid w:val="00C97CCC"/>
    <w:rsid w:val="00CA0274"/>
    <w:rsid w:val="00CA139A"/>
    <w:rsid w:val="00CB189D"/>
    <w:rsid w:val="00CB746F"/>
    <w:rsid w:val="00CC271A"/>
    <w:rsid w:val="00CC451E"/>
    <w:rsid w:val="00CD4636"/>
    <w:rsid w:val="00CD4E9D"/>
    <w:rsid w:val="00CD4F4D"/>
    <w:rsid w:val="00CE417F"/>
    <w:rsid w:val="00CE7D19"/>
    <w:rsid w:val="00CF0CF5"/>
    <w:rsid w:val="00CF295A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2822"/>
    <w:rsid w:val="00D41C3D"/>
    <w:rsid w:val="00D54C76"/>
    <w:rsid w:val="00D632BB"/>
    <w:rsid w:val="00D71E43"/>
    <w:rsid w:val="00D727F3"/>
    <w:rsid w:val="00D73695"/>
    <w:rsid w:val="00D75EB8"/>
    <w:rsid w:val="00D810DE"/>
    <w:rsid w:val="00D8120F"/>
    <w:rsid w:val="00D815C7"/>
    <w:rsid w:val="00D81B78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3EBC"/>
    <w:rsid w:val="00E05D95"/>
    <w:rsid w:val="00E238E6"/>
    <w:rsid w:val="00E34CD8"/>
    <w:rsid w:val="00E35064"/>
    <w:rsid w:val="00E3681D"/>
    <w:rsid w:val="00E40225"/>
    <w:rsid w:val="00E41E42"/>
    <w:rsid w:val="00E42E90"/>
    <w:rsid w:val="00E501F0"/>
    <w:rsid w:val="00E6166D"/>
    <w:rsid w:val="00E658D2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C3C71"/>
    <w:rsid w:val="00EE56F3"/>
    <w:rsid w:val="00EE7C36"/>
    <w:rsid w:val="00EF01F8"/>
    <w:rsid w:val="00EF3268"/>
    <w:rsid w:val="00EF40EF"/>
    <w:rsid w:val="00EF47FE"/>
    <w:rsid w:val="00EF7629"/>
    <w:rsid w:val="00F069BD"/>
    <w:rsid w:val="00F1480E"/>
    <w:rsid w:val="00F1497D"/>
    <w:rsid w:val="00F158E1"/>
    <w:rsid w:val="00F16AAC"/>
    <w:rsid w:val="00F30C7D"/>
    <w:rsid w:val="00F33FF2"/>
    <w:rsid w:val="00F422AB"/>
    <w:rsid w:val="00F438FC"/>
    <w:rsid w:val="00F46164"/>
    <w:rsid w:val="00F5616F"/>
    <w:rsid w:val="00F56451"/>
    <w:rsid w:val="00F56827"/>
    <w:rsid w:val="00F62866"/>
    <w:rsid w:val="00F65EF0"/>
    <w:rsid w:val="00F71651"/>
    <w:rsid w:val="00F71BC3"/>
    <w:rsid w:val="00F76191"/>
    <w:rsid w:val="00F76CC6"/>
    <w:rsid w:val="00F8149F"/>
    <w:rsid w:val="00F83D7C"/>
    <w:rsid w:val="00F844F2"/>
    <w:rsid w:val="00F8715A"/>
    <w:rsid w:val="00F87FCD"/>
    <w:rsid w:val="00FB232E"/>
    <w:rsid w:val="00FD557D"/>
    <w:rsid w:val="00FE0282"/>
    <w:rsid w:val="00FE124D"/>
    <w:rsid w:val="00FE792C"/>
    <w:rsid w:val="00FF298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CC271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E56E4-3C64-4EF4-9FD3-7491D029C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F7C84-652A-4809-B778-98B6436D9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249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169</cp:revision>
  <cp:lastPrinted>2016-05-27T05:21:00Z</cp:lastPrinted>
  <dcterms:created xsi:type="dcterms:W3CDTF">2020-08-25T06:08:00Z</dcterms:created>
  <dcterms:modified xsi:type="dcterms:W3CDTF">2021-05-07T22:05:00Z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